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792"/>
          <w:tab w:val="left" w:pos="7358"/>
          <w:tab w:val="left" w:pos="7924"/>
          <w:tab w:val="left" w:pos="8490"/>
          <w:tab w:val="left" w:pos="9056"/>
        </w:tabs>
        <w:ind w:left="6230" w:hanging="6230"/>
        <w:jc w:val="both"/>
        <w:outlineLvl w:val="0"/>
        <w:rPr>
          <w:szCs w:val="22"/>
        </w:rPr>
      </w:pPr>
      <w:bookmarkStart w:id="0" w:name="_GoBack"/>
      <w:bookmarkEnd w:id="0"/>
      <w:r>
        <w:rPr>
          <w:b/>
          <w:bCs/>
          <w:szCs w:val="22"/>
        </w:rPr>
        <w:t>TOESTEMMINGSFORMULIER (vervolg van bijlage 3)</w:t>
      </w:r>
    </w:p>
    <w:p w:rsidR="007F0610" w:rsidRDefault="007F0610" w:rsidP="007F0610"/>
    <w:p w:rsidR="007F0610" w:rsidRDefault="007F0610" w:rsidP="007F0610"/>
    <w:p w:rsidR="007F0610" w:rsidRDefault="007F0610" w:rsidP="007F0610"/>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6230" w:hanging="6230"/>
        <w:rPr>
          <w:szCs w:val="22"/>
        </w:rPr>
      </w:pPr>
    </w:p>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szCs w:val="22"/>
        </w:rPr>
      </w:pPr>
      <w:r>
        <w:rPr>
          <w:szCs w:val="22"/>
        </w:rPr>
        <w:t>________________________________________________________________________</w:t>
      </w:r>
    </w:p>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szCs w:val="22"/>
        </w:rPr>
      </w:pPr>
    </w:p>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szCs w:val="22"/>
        </w:rPr>
      </w:pPr>
    </w:p>
    <w:p w:rsidR="007F0610" w:rsidRDefault="007F0610" w:rsidP="007F0610">
      <w:pPr>
        <w:pStyle w:val="Koptekst"/>
        <w:tabs>
          <w:tab w:val="clear" w:pos="1109"/>
          <w:tab w:val="clear" w:pos="4536"/>
          <w:tab w:val="clear" w:pos="9072"/>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szCs w:val="22"/>
        </w:rPr>
      </w:pPr>
    </w:p>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szCs w:val="22"/>
        </w:rPr>
      </w:pPr>
      <w:r>
        <w:rPr>
          <w:szCs w:val="22"/>
        </w:rPr>
        <w:t>Ik geef toestemming voor een vraaggesprek met een medewerker van ….. (naam meetbureau). Ik verklaar hierbij op voor mij duidelijke wijze te zijn ingelicht over de inhoud en het doel van het vraaggesprek.</w:t>
      </w:r>
    </w:p>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szCs w:val="22"/>
        </w:rPr>
      </w:pPr>
    </w:p>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5664" w:hanging="5664"/>
        <w:rPr>
          <w:szCs w:val="22"/>
        </w:rPr>
      </w:pPr>
    </w:p>
    <w:p w:rsidR="007F0610" w:rsidRDefault="007F0610" w:rsidP="007F0610">
      <w:pPr>
        <w:tabs>
          <w:tab w:val="left" w:pos="3600"/>
          <w:tab w:val="left" w:pos="7200"/>
        </w:tabs>
        <w:outlineLvl w:val="0"/>
        <w:rPr>
          <w:szCs w:val="22"/>
        </w:rPr>
      </w:pPr>
      <w:bookmarkStart w:id="1" w:name="_Toc242503292"/>
      <w:r>
        <w:rPr>
          <w:szCs w:val="22"/>
        </w:rPr>
        <w:t>Naam patiënt/cliënt/bewoner:         ……………………………………………………………..</w:t>
      </w:r>
      <w:bookmarkEnd w:id="1"/>
    </w:p>
    <w:p w:rsidR="007F0610" w:rsidRDefault="007F0610" w:rsidP="007F0610">
      <w:pPr>
        <w:tabs>
          <w:tab w:val="left" w:pos="3600"/>
          <w:tab w:val="left" w:pos="7200"/>
        </w:tabs>
        <w:rPr>
          <w:szCs w:val="22"/>
        </w:rPr>
      </w:pPr>
    </w:p>
    <w:p w:rsidR="007F0610" w:rsidRDefault="007F0610" w:rsidP="007F0610">
      <w:pPr>
        <w:tabs>
          <w:tab w:val="left" w:pos="3600"/>
          <w:tab w:val="left" w:pos="7200"/>
        </w:tabs>
        <w:rPr>
          <w:szCs w:val="22"/>
        </w:rPr>
      </w:pPr>
    </w:p>
    <w:p w:rsidR="007F0610" w:rsidRDefault="007F0610" w:rsidP="007F0610">
      <w:pPr>
        <w:tabs>
          <w:tab w:val="left" w:pos="3600"/>
          <w:tab w:val="left" w:pos="7200"/>
        </w:tabs>
        <w:rPr>
          <w:szCs w:val="22"/>
        </w:rPr>
      </w:pPr>
    </w:p>
    <w:p w:rsidR="007F0610" w:rsidRDefault="007F0610" w:rsidP="007F0610">
      <w:pPr>
        <w:tabs>
          <w:tab w:val="left" w:leader="dot" w:pos="2835"/>
          <w:tab w:val="left" w:pos="3600"/>
          <w:tab w:val="left" w:leader="dot" w:pos="6435"/>
          <w:tab w:val="left" w:pos="7200"/>
          <w:tab w:val="left" w:leader="dot" w:pos="9072"/>
        </w:tabs>
        <w:rPr>
          <w:szCs w:val="22"/>
        </w:rPr>
      </w:pPr>
      <w:r>
        <w:rPr>
          <w:szCs w:val="22"/>
        </w:rPr>
        <w:t>Datum:</w:t>
      </w:r>
      <w:r>
        <w:rPr>
          <w:szCs w:val="22"/>
        </w:rPr>
        <w:tab/>
        <w:t>Handtekening:………………………………………….</w:t>
      </w:r>
    </w:p>
    <w:p w:rsidR="007F0610" w:rsidRDefault="007F0610" w:rsidP="007F0610">
      <w:pPr>
        <w:tabs>
          <w:tab w:val="left" w:leader="dot" w:pos="2835"/>
          <w:tab w:val="left" w:pos="3600"/>
          <w:tab w:val="left" w:leader="dot" w:pos="6435"/>
          <w:tab w:val="left" w:pos="7200"/>
          <w:tab w:val="left" w:leader="dot" w:pos="9072"/>
        </w:tabs>
        <w:rPr>
          <w:szCs w:val="22"/>
        </w:rPr>
      </w:pPr>
    </w:p>
    <w:p w:rsidR="007F0610" w:rsidRDefault="007F0610" w:rsidP="007F0610">
      <w:pPr>
        <w:tabs>
          <w:tab w:val="left" w:leader="dot" w:pos="2835"/>
          <w:tab w:val="left" w:pos="3600"/>
          <w:tab w:val="left" w:leader="dot" w:pos="6435"/>
          <w:tab w:val="left" w:pos="7200"/>
          <w:tab w:val="left" w:leader="dot" w:pos="9072"/>
        </w:tabs>
        <w:rPr>
          <w:szCs w:val="22"/>
        </w:rPr>
      </w:pPr>
    </w:p>
    <w:p w:rsidR="007F0610" w:rsidRDefault="007F0610" w:rsidP="007F0610">
      <w:pPr>
        <w:tabs>
          <w:tab w:val="left" w:pos="4536"/>
        </w:tabs>
        <w:rPr>
          <w:szCs w:val="22"/>
        </w:rPr>
      </w:pPr>
    </w:p>
    <w:p w:rsidR="007F0610" w:rsidRDefault="007F0610" w:rsidP="007F0610">
      <w:pPr>
        <w:tabs>
          <w:tab w:val="left" w:pos="4536"/>
        </w:tabs>
        <w:rPr>
          <w:szCs w:val="22"/>
        </w:rPr>
      </w:pPr>
    </w:p>
    <w:p w:rsidR="007F0610" w:rsidRDefault="007F0610" w:rsidP="007F0610">
      <w:pPr>
        <w:tabs>
          <w:tab w:val="left" w:pos="4536"/>
        </w:tabs>
        <w:rPr>
          <w:szCs w:val="22"/>
        </w:rPr>
      </w:pPr>
    </w:p>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szCs w:val="22"/>
        </w:rPr>
      </w:pPr>
      <w:r>
        <w:rPr>
          <w:szCs w:val="22"/>
        </w:rPr>
        <w:t>Het … (naam meetbureau) neemt maatregelen ter bescherming van de privacy van de deelnemers. De informatie wordt anoniem opgeslagen en verwerkt en is alleen toegankelijk voor werknemers van het … (naam meetbureau), die zich tot geheimhouding verplichten. De resultaten zullen dusdanig worden gepresenteerd en gepubliceerd, dat de informatie nimmer te herleiden is tot individuele mensen die hun medewerking aan dit onderzoek hebben verleend.</w:t>
      </w:r>
    </w:p>
    <w:p w:rsidR="007F0610" w:rsidRDefault="007F0610" w:rsidP="007F0610">
      <w:pPr>
        <w:tabs>
          <w:tab w:val="clear" w:pos="1109"/>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szCs w:val="22"/>
        </w:rPr>
      </w:pPr>
    </w:p>
    <w:p w:rsidR="007F0610" w:rsidRDefault="007F0610" w:rsidP="007F0610">
      <w:pPr>
        <w:tabs>
          <w:tab w:val="left" w:pos="4536"/>
        </w:tabs>
        <w:rPr>
          <w:szCs w:val="22"/>
        </w:rPr>
      </w:pPr>
      <w:r>
        <w:rPr>
          <w:szCs w:val="22"/>
        </w:rPr>
        <w:t xml:space="preserve">Ik (medewerker van het meetbureau) verklaar mij bereid nog opkomende vragen over het onderzoek naar vermogen te beantwoorden. </w:t>
      </w:r>
    </w:p>
    <w:p w:rsidR="007F0610" w:rsidRDefault="007F0610" w:rsidP="007F0610">
      <w:pPr>
        <w:tabs>
          <w:tab w:val="left" w:pos="4536"/>
        </w:tabs>
        <w:ind w:left="5664" w:hanging="5664"/>
        <w:rPr>
          <w:szCs w:val="22"/>
        </w:rPr>
      </w:pPr>
    </w:p>
    <w:p w:rsidR="007F0610" w:rsidRDefault="007F0610" w:rsidP="007F0610">
      <w:pPr>
        <w:tabs>
          <w:tab w:val="left" w:pos="3600"/>
          <w:tab w:val="left" w:pos="7200"/>
        </w:tabs>
        <w:outlineLvl w:val="0"/>
        <w:rPr>
          <w:szCs w:val="22"/>
        </w:rPr>
      </w:pPr>
      <w:bookmarkStart w:id="2" w:name="_Toc242503293"/>
      <w:r>
        <w:rPr>
          <w:szCs w:val="22"/>
        </w:rPr>
        <w:t>Naam medewerker van het meetbureau :         ……………………………………………………………..</w:t>
      </w:r>
      <w:bookmarkEnd w:id="2"/>
    </w:p>
    <w:p w:rsidR="007F0610" w:rsidRDefault="007F0610" w:rsidP="007F0610">
      <w:pPr>
        <w:tabs>
          <w:tab w:val="left" w:pos="3600"/>
          <w:tab w:val="left" w:pos="7200"/>
        </w:tabs>
        <w:rPr>
          <w:szCs w:val="22"/>
        </w:rPr>
      </w:pPr>
    </w:p>
    <w:p w:rsidR="007F0610" w:rsidRDefault="007F0610" w:rsidP="007F0610">
      <w:pPr>
        <w:tabs>
          <w:tab w:val="left" w:pos="3600"/>
          <w:tab w:val="left" w:pos="7200"/>
        </w:tabs>
        <w:rPr>
          <w:szCs w:val="22"/>
        </w:rPr>
      </w:pPr>
    </w:p>
    <w:p w:rsidR="007F0610" w:rsidRDefault="007F0610" w:rsidP="007F0610">
      <w:pPr>
        <w:tabs>
          <w:tab w:val="left" w:pos="3600"/>
          <w:tab w:val="left" w:pos="7200"/>
        </w:tabs>
        <w:rPr>
          <w:szCs w:val="22"/>
        </w:rPr>
      </w:pPr>
    </w:p>
    <w:p w:rsidR="007F0610" w:rsidRDefault="007F0610" w:rsidP="007F0610">
      <w:pPr>
        <w:tabs>
          <w:tab w:val="left" w:leader="dot" w:pos="2835"/>
          <w:tab w:val="left" w:pos="3600"/>
          <w:tab w:val="left" w:leader="dot" w:pos="6435"/>
          <w:tab w:val="left" w:pos="7200"/>
          <w:tab w:val="left" w:leader="dot" w:pos="9072"/>
        </w:tabs>
        <w:rPr>
          <w:szCs w:val="22"/>
        </w:rPr>
      </w:pPr>
      <w:r>
        <w:rPr>
          <w:szCs w:val="22"/>
        </w:rPr>
        <w:t>Datum:</w:t>
      </w:r>
      <w:r>
        <w:rPr>
          <w:szCs w:val="22"/>
        </w:rPr>
        <w:tab/>
        <w:t>Handtekening:………………………………………….</w:t>
      </w:r>
    </w:p>
    <w:p w:rsidR="007F0610" w:rsidRDefault="007F0610" w:rsidP="007F0610">
      <w:pPr>
        <w:tabs>
          <w:tab w:val="left" w:pos="3600"/>
          <w:tab w:val="left" w:pos="7200"/>
        </w:tabs>
        <w:rPr>
          <w:szCs w:val="22"/>
        </w:rPr>
      </w:pPr>
    </w:p>
    <w:p w:rsidR="007F0610" w:rsidRDefault="007F0610" w:rsidP="007F0610"/>
    <w:p w:rsidR="005346FC" w:rsidRDefault="005346FC"/>
    <w:sectPr w:rsidR="005346FC" w:rsidSect="00BB6ED9">
      <w:pgSz w:w="11907" w:h="16840" w:code="9"/>
      <w:pgMar w:top="1701" w:right="1985" w:bottom="1985" w:left="1985" w:header="0" w:footer="1134" w:gutter="0"/>
      <w:paperSrc w:first="7" w:other="7"/>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ED9" w:rsidRDefault="00BB6ED9">
      <w:r>
        <w:separator/>
      </w:r>
    </w:p>
  </w:endnote>
  <w:endnote w:type="continuationSeparator" w:id="0">
    <w:p w:rsidR="00BB6ED9" w:rsidRDefault="00BB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P IconicSymbols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ED9" w:rsidRDefault="00BB6ED9">
      <w:r>
        <w:separator/>
      </w:r>
    </w:p>
  </w:footnote>
  <w:footnote w:type="continuationSeparator" w:id="0">
    <w:p w:rsidR="00BB6ED9" w:rsidRDefault="00BB6E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32A8"/>
    <w:multiLevelType w:val="singleLevel"/>
    <w:tmpl w:val="55B2175E"/>
    <w:lvl w:ilvl="0">
      <w:start w:val="1"/>
      <w:numFmt w:val="bullet"/>
      <w:lvlText w:val=""/>
      <w:lvlJc w:val="left"/>
      <w:pPr>
        <w:tabs>
          <w:tab w:val="num" w:pos="360"/>
        </w:tabs>
        <w:ind w:left="360" w:hanging="360"/>
      </w:pPr>
      <w:rPr>
        <w:rFonts w:ascii="WP IconicSymbolsA" w:hAnsi="Tahoma" w:hint="default"/>
      </w:rPr>
    </w:lvl>
  </w:abstractNum>
  <w:abstractNum w:abstractNumId="5"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7" w15:restartNumberingAfterBreak="0">
    <w:nsid w:val="34FF672A"/>
    <w:multiLevelType w:val="multilevel"/>
    <w:tmpl w:val="B31E0936"/>
    <w:lvl w:ilvl="0">
      <w:start w:val="1"/>
      <w:numFmt w:val="decimal"/>
      <w:lvlText w:val="%1"/>
      <w:lvlJc w:val="right"/>
      <w:pPr>
        <w:tabs>
          <w:tab w:val="num" w:pos="0"/>
        </w:tabs>
        <w:ind w:left="0" w:hanging="284"/>
      </w:pPr>
      <w:rPr>
        <w:rFonts w:ascii="Times New Roman" w:hAnsi="Times New Roman" w:hint="default"/>
        <w:b/>
        <w:i w:val="0"/>
        <w:sz w:val="32"/>
      </w:rPr>
    </w:lvl>
    <w:lvl w:ilvl="1">
      <w:start w:val="1"/>
      <w:numFmt w:val="decimal"/>
      <w:lvlText w:val="%1.%2"/>
      <w:lvlJc w:val="right"/>
      <w:pPr>
        <w:tabs>
          <w:tab w:val="num" w:pos="0"/>
        </w:tabs>
        <w:ind w:left="0" w:hanging="284"/>
      </w:pPr>
      <w:rPr>
        <w:rFonts w:ascii="Times New Roman" w:hAnsi="Times New Roman" w:hint="default"/>
        <w:b/>
        <w:i w:val="0"/>
        <w:sz w:val="24"/>
      </w:rPr>
    </w:lvl>
    <w:lvl w:ilvl="2">
      <w:start w:val="1"/>
      <w:numFmt w:val="decimal"/>
      <w:lvlText w:val="%1.%2.%3"/>
      <w:lvlJc w:val="right"/>
      <w:pPr>
        <w:tabs>
          <w:tab w:val="num" w:pos="0"/>
        </w:tabs>
        <w:ind w:left="0" w:hanging="284"/>
      </w:pPr>
      <w:rPr>
        <w:rFonts w:ascii="Times New Roman" w:hAnsi="Times New Roman" w:hint="default"/>
        <w:b/>
        <w:i/>
        <w:sz w:val="22"/>
      </w:rPr>
    </w:lvl>
    <w:lvl w:ilvl="3">
      <w:start w:val="1"/>
      <w:numFmt w:val="decimal"/>
      <w:lvlText w:val="%1.%2.%3.%4"/>
      <w:lvlJc w:val="right"/>
      <w:pPr>
        <w:tabs>
          <w:tab w:val="num" w:pos="0"/>
        </w:tabs>
        <w:ind w:left="0" w:hanging="284"/>
      </w:pPr>
      <w:rPr>
        <w:rFonts w:hint="default"/>
        <w:b/>
        <w:i w:val="0"/>
        <w:sz w:val="22"/>
      </w:rPr>
    </w:lvl>
    <w:lvl w:ilvl="4">
      <w:start w:val="1"/>
      <w:numFmt w:val="decimal"/>
      <w:lvlText w:val="%1.%2.%3.%4.%5"/>
      <w:lvlJc w:val="right"/>
      <w:pPr>
        <w:tabs>
          <w:tab w:val="num" w:pos="0"/>
        </w:tabs>
        <w:ind w:left="0" w:hanging="284"/>
      </w:pPr>
      <w:rPr>
        <w:rFonts w:ascii="Times New Roman" w:hAnsi="Times New Roman" w:hint="default"/>
        <w:b/>
        <w:i w:val="0"/>
        <w:sz w:val="22"/>
      </w:rPr>
    </w:lvl>
    <w:lvl w:ilvl="5">
      <w:start w:val="1"/>
      <w:numFmt w:val="decimal"/>
      <w:pStyle w:val="Kop6"/>
      <w:lvlText w:val="%1.%2.%3.%4.%5.%6"/>
      <w:lvlJc w:val="left"/>
      <w:pPr>
        <w:tabs>
          <w:tab w:val="num" w:pos="795"/>
        </w:tabs>
        <w:ind w:left="795" w:hanging="1152"/>
      </w:pPr>
      <w:rPr>
        <w:rFonts w:hint="default"/>
      </w:rPr>
    </w:lvl>
    <w:lvl w:ilvl="6">
      <w:start w:val="1"/>
      <w:numFmt w:val="decimal"/>
      <w:pStyle w:val="Kop7"/>
      <w:lvlText w:val="%1.%2.%3.%4.%5.%6.%7"/>
      <w:lvlJc w:val="left"/>
      <w:pPr>
        <w:tabs>
          <w:tab w:val="num" w:pos="939"/>
        </w:tabs>
        <w:ind w:left="939" w:hanging="1296"/>
      </w:pPr>
      <w:rPr>
        <w:rFonts w:hint="default"/>
      </w:rPr>
    </w:lvl>
    <w:lvl w:ilvl="7">
      <w:start w:val="1"/>
      <w:numFmt w:val="decimal"/>
      <w:pStyle w:val="Kop8"/>
      <w:lvlText w:val="%1.%2.%3.%4.%5.%6.%7.%8"/>
      <w:lvlJc w:val="left"/>
      <w:pPr>
        <w:tabs>
          <w:tab w:val="num" w:pos="1083"/>
        </w:tabs>
        <w:ind w:left="1083" w:hanging="1440"/>
      </w:pPr>
      <w:rPr>
        <w:rFonts w:hint="default"/>
      </w:rPr>
    </w:lvl>
    <w:lvl w:ilvl="8">
      <w:start w:val="1"/>
      <w:numFmt w:val="decimal"/>
      <w:pStyle w:val="Kop9"/>
      <w:lvlText w:val="%1.%2.%3.%4.%5.%6.%7.%8.%9"/>
      <w:lvlJc w:val="left"/>
      <w:pPr>
        <w:tabs>
          <w:tab w:val="num" w:pos="1227"/>
        </w:tabs>
        <w:ind w:left="1227" w:hanging="1584"/>
      </w:pPr>
      <w:rPr>
        <w:rFonts w:hint="default"/>
      </w:rPr>
    </w:lvl>
  </w:abstractNum>
  <w:abstractNum w:abstractNumId="8" w15:restartNumberingAfterBreak="0">
    <w:nsid w:val="3664650C"/>
    <w:multiLevelType w:val="hybridMultilevel"/>
    <w:tmpl w:val="3A0A1382"/>
    <w:lvl w:ilvl="0" w:tplc="BF14E2E8">
      <w:start w:val="1"/>
      <w:numFmt w:val="decimal"/>
      <w:pStyle w:val="Eindnoottekst"/>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12" w15:restartNumberingAfterBreak="0">
    <w:nsid w:val="58770923"/>
    <w:multiLevelType w:val="hybridMultilevel"/>
    <w:tmpl w:val="E9B215FC"/>
    <w:lvl w:ilvl="0" w:tplc="B2C0EDDC">
      <w:start w:val="1"/>
      <w:numFmt w:val="decimal"/>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5996196F"/>
    <w:multiLevelType w:val="singleLevel"/>
    <w:tmpl w:val="A5CE4616"/>
    <w:lvl w:ilvl="0">
      <w:start w:val="1"/>
      <w:numFmt w:val="decimal"/>
      <w:lvlText w:val="%1."/>
      <w:lvlJc w:val="right"/>
      <w:pPr>
        <w:tabs>
          <w:tab w:val="num" w:pos="0"/>
        </w:tabs>
        <w:ind w:left="0" w:hanging="357"/>
      </w:pPr>
      <w:rPr>
        <w:rFonts w:hint="default"/>
        <w:b/>
        <w:i w:val="0"/>
      </w:rPr>
    </w:lvl>
  </w:abstractNum>
  <w:abstractNum w:abstractNumId="14" w15:restartNumberingAfterBreak="0">
    <w:nsid w:val="73304135"/>
    <w:multiLevelType w:val="singleLevel"/>
    <w:tmpl w:val="55B2175E"/>
    <w:lvl w:ilvl="0">
      <w:start w:val="1"/>
      <w:numFmt w:val="bullet"/>
      <w:lvlText w:val=""/>
      <w:lvlJc w:val="left"/>
      <w:pPr>
        <w:tabs>
          <w:tab w:val="num" w:pos="360"/>
        </w:tabs>
        <w:ind w:left="360" w:hanging="360"/>
      </w:pPr>
      <w:rPr>
        <w:rFonts w:ascii="WP IconicSymbolsA" w:hAnsi="WP IconicSymbolsA" w:hint="default"/>
      </w:rPr>
    </w:lvl>
  </w:abstractNum>
  <w:num w:numId="1">
    <w:abstractNumId w:val="13"/>
  </w:num>
  <w:num w:numId="2">
    <w:abstractNumId w:val="13"/>
  </w:num>
  <w:num w:numId="3">
    <w:abstractNumId w:val="13"/>
  </w:num>
  <w:num w:numId="4">
    <w:abstractNumId w:val="14"/>
  </w:num>
  <w:num w:numId="5">
    <w:abstractNumId w:val="4"/>
  </w:num>
  <w:num w:numId="6">
    <w:abstractNumId w:val="13"/>
  </w:num>
  <w:num w:numId="7">
    <w:abstractNumId w:val="13"/>
  </w:num>
  <w:num w:numId="8">
    <w:abstractNumId w:val="13"/>
  </w:num>
  <w:num w:numId="9">
    <w:abstractNumId w:val="13"/>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8"/>
  </w:num>
  <w:num w:numId="22">
    <w:abstractNumId w:val="12"/>
  </w:num>
  <w:num w:numId="23">
    <w:abstractNumId w:val="5"/>
  </w:num>
  <w:num w:numId="24">
    <w:abstractNumId w:val="0"/>
  </w:num>
  <w:num w:numId="25">
    <w:abstractNumId w:val="3"/>
  </w:num>
  <w:num w:numId="26">
    <w:abstractNumId w:val="10"/>
  </w:num>
  <w:num w:numId="27">
    <w:abstractNumId w:val="2"/>
  </w:num>
  <w:num w:numId="28">
    <w:abstractNumId w:val="6"/>
  </w:num>
  <w:num w:numId="29">
    <w:abstractNumId w:val="1"/>
  </w:num>
  <w:num w:numId="30">
    <w:abstractNumId w:val="11"/>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610"/>
    <w:rsid w:val="0000005A"/>
    <w:rsid w:val="00001200"/>
    <w:rsid w:val="00001F73"/>
    <w:rsid w:val="00002CB5"/>
    <w:rsid w:val="00003018"/>
    <w:rsid w:val="00004C29"/>
    <w:rsid w:val="00005B42"/>
    <w:rsid w:val="0000713C"/>
    <w:rsid w:val="0001231D"/>
    <w:rsid w:val="0001429D"/>
    <w:rsid w:val="00015114"/>
    <w:rsid w:val="000170FB"/>
    <w:rsid w:val="00020734"/>
    <w:rsid w:val="00022C9E"/>
    <w:rsid w:val="00022FAC"/>
    <w:rsid w:val="000231E3"/>
    <w:rsid w:val="000259CB"/>
    <w:rsid w:val="00026168"/>
    <w:rsid w:val="00030859"/>
    <w:rsid w:val="00033DD4"/>
    <w:rsid w:val="0003409B"/>
    <w:rsid w:val="0004097B"/>
    <w:rsid w:val="00042522"/>
    <w:rsid w:val="000545EE"/>
    <w:rsid w:val="00056851"/>
    <w:rsid w:val="00060E58"/>
    <w:rsid w:val="00061522"/>
    <w:rsid w:val="0006235A"/>
    <w:rsid w:val="000638F2"/>
    <w:rsid w:val="000649FA"/>
    <w:rsid w:val="000661C6"/>
    <w:rsid w:val="000666F9"/>
    <w:rsid w:val="00066888"/>
    <w:rsid w:val="00071995"/>
    <w:rsid w:val="00071AF8"/>
    <w:rsid w:val="00075569"/>
    <w:rsid w:val="0007753C"/>
    <w:rsid w:val="0008016A"/>
    <w:rsid w:val="000846C6"/>
    <w:rsid w:val="00086D1D"/>
    <w:rsid w:val="00087929"/>
    <w:rsid w:val="00093710"/>
    <w:rsid w:val="000A37B6"/>
    <w:rsid w:val="000A3993"/>
    <w:rsid w:val="000A4216"/>
    <w:rsid w:val="000A435D"/>
    <w:rsid w:val="000A4D9D"/>
    <w:rsid w:val="000B08DE"/>
    <w:rsid w:val="000B5172"/>
    <w:rsid w:val="000C119C"/>
    <w:rsid w:val="000C2DFC"/>
    <w:rsid w:val="000C3445"/>
    <w:rsid w:val="000C3A89"/>
    <w:rsid w:val="000C52AF"/>
    <w:rsid w:val="000C6A2D"/>
    <w:rsid w:val="000C7E41"/>
    <w:rsid w:val="000D0B21"/>
    <w:rsid w:val="000D5758"/>
    <w:rsid w:val="000D7705"/>
    <w:rsid w:val="000E3C13"/>
    <w:rsid w:val="000E530F"/>
    <w:rsid w:val="000F0A9C"/>
    <w:rsid w:val="000F1211"/>
    <w:rsid w:val="000F623E"/>
    <w:rsid w:val="001042CD"/>
    <w:rsid w:val="00105F55"/>
    <w:rsid w:val="0010760E"/>
    <w:rsid w:val="00113D65"/>
    <w:rsid w:val="00115782"/>
    <w:rsid w:val="00122C9C"/>
    <w:rsid w:val="00124F7A"/>
    <w:rsid w:val="001250D7"/>
    <w:rsid w:val="0013168D"/>
    <w:rsid w:val="00133B38"/>
    <w:rsid w:val="00135566"/>
    <w:rsid w:val="00136A5F"/>
    <w:rsid w:val="001402C2"/>
    <w:rsid w:val="00147D13"/>
    <w:rsid w:val="00151BF0"/>
    <w:rsid w:val="00154F37"/>
    <w:rsid w:val="001553B5"/>
    <w:rsid w:val="00164013"/>
    <w:rsid w:val="00164242"/>
    <w:rsid w:val="0016490D"/>
    <w:rsid w:val="00165E1A"/>
    <w:rsid w:val="001679DF"/>
    <w:rsid w:val="00171674"/>
    <w:rsid w:val="00171FE3"/>
    <w:rsid w:val="00172B64"/>
    <w:rsid w:val="00174496"/>
    <w:rsid w:val="001746DE"/>
    <w:rsid w:val="001747CD"/>
    <w:rsid w:val="00180295"/>
    <w:rsid w:val="0018048C"/>
    <w:rsid w:val="001819FC"/>
    <w:rsid w:val="001822B6"/>
    <w:rsid w:val="001843AE"/>
    <w:rsid w:val="0018687B"/>
    <w:rsid w:val="00186EDF"/>
    <w:rsid w:val="0018714A"/>
    <w:rsid w:val="001A0CFD"/>
    <w:rsid w:val="001A2F35"/>
    <w:rsid w:val="001A5029"/>
    <w:rsid w:val="001A5054"/>
    <w:rsid w:val="001A5745"/>
    <w:rsid w:val="001B1BE4"/>
    <w:rsid w:val="001B3319"/>
    <w:rsid w:val="001B4365"/>
    <w:rsid w:val="001B6623"/>
    <w:rsid w:val="001B6E62"/>
    <w:rsid w:val="001C13FC"/>
    <w:rsid w:val="001C24A7"/>
    <w:rsid w:val="001C32E5"/>
    <w:rsid w:val="001C40F5"/>
    <w:rsid w:val="001C5932"/>
    <w:rsid w:val="001C7E02"/>
    <w:rsid w:val="001D2AD2"/>
    <w:rsid w:val="001D2C69"/>
    <w:rsid w:val="001D2DDF"/>
    <w:rsid w:val="001D3863"/>
    <w:rsid w:val="001D5EB9"/>
    <w:rsid w:val="001D6FBF"/>
    <w:rsid w:val="001E0ECF"/>
    <w:rsid w:val="001E3D27"/>
    <w:rsid w:val="001E6C55"/>
    <w:rsid w:val="001E70B7"/>
    <w:rsid w:val="001F2F9C"/>
    <w:rsid w:val="001F4697"/>
    <w:rsid w:val="001F6E89"/>
    <w:rsid w:val="001F731A"/>
    <w:rsid w:val="00202834"/>
    <w:rsid w:val="00205784"/>
    <w:rsid w:val="00211E3F"/>
    <w:rsid w:val="00220D74"/>
    <w:rsid w:val="0022143A"/>
    <w:rsid w:val="002218B4"/>
    <w:rsid w:val="00221D20"/>
    <w:rsid w:val="002276DB"/>
    <w:rsid w:val="00227C67"/>
    <w:rsid w:val="002325E1"/>
    <w:rsid w:val="002359EF"/>
    <w:rsid w:val="00237D64"/>
    <w:rsid w:val="00240FB1"/>
    <w:rsid w:val="0024244F"/>
    <w:rsid w:val="002438F1"/>
    <w:rsid w:val="00243A03"/>
    <w:rsid w:val="002455A9"/>
    <w:rsid w:val="00245D4C"/>
    <w:rsid w:val="00251F44"/>
    <w:rsid w:val="002553AE"/>
    <w:rsid w:val="00255896"/>
    <w:rsid w:val="0025759E"/>
    <w:rsid w:val="002605A0"/>
    <w:rsid w:val="00260695"/>
    <w:rsid w:val="00262B36"/>
    <w:rsid w:val="00263772"/>
    <w:rsid w:val="002670B7"/>
    <w:rsid w:val="00270A7D"/>
    <w:rsid w:val="00273FF2"/>
    <w:rsid w:val="002746CA"/>
    <w:rsid w:val="0027789B"/>
    <w:rsid w:val="002805E4"/>
    <w:rsid w:val="00282DF6"/>
    <w:rsid w:val="0029001D"/>
    <w:rsid w:val="00291539"/>
    <w:rsid w:val="00296BD0"/>
    <w:rsid w:val="002A21BD"/>
    <w:rsid w:val="002A2D87"/>
    <w:rsid w:val="002A6207"/>
    <w:rsid w:val="002B01FF"/>
    <w:rsid w:val="002B0B3A"/>
    <w:rsid w:val="002B688B"/>
    <w:rsid w:val="002C1F23"/>
    <w:rsid w:val="002C46D2"/>
    <w:rsid w:val="002C52C4"/>
    <w:rsid w:val="002C602D"/>
    <w:rsid w:val="002C645B"/>
    <w:rsid w:val="002C79D5"/>
    <w:rsid w:val="002D0B24"/>
    <w:rsid w:val="002D124B"/>
    <w:rsid w:val="002D2009"/>
    <w:rsid w:val="002D2130"/>
    <w:rsid w:val="002D6847"/>
    <w:rsid w:val="002E094E"/>
    <w:rsid w:val="002E0F84"/>
    <w:rsid w:val="002E16D3"/>
    <w:rsid w:val="002E2A61"/>
    <w:rsid w:val="002E5244"/>
    <w:rsid w:val="002E5F41"/>
    <w:rsid w:val="002F14D4"/>
    <w:rsid w:val="002F4F93"/>
    <w:rsid w:val="002F516E"/>
    <w:rsid w:val="002F5355"/>
    <w:rsid w:val="002F6E3F"/>
    <w:rsid w:val="003008C2"/>
    <w:rsid w:val="00303DE4"/>
    <w:rsid w:val="00305422"/>
    <w:rsid w:val="00306637"/>
    <w:rsid w:val="00313FBA"/>
    <w:rsid w:val="003178DB"/>
    <w:rsid w:val="003213A1"/>
    <w:rsid w:val="00321B5D"/>
    <w:rsid w:val="00321DFC"/>
    <w:rsid w:val="00323070"/>
    <w:rsid w:val="003239DA"/>
    <w:rsid w:val="0032757F"/>
    <w:rsid w:val="00327DFF"/>
    <w:rsid w:val="00332350"/>
    <w:rsid w:val="0033296F"/>
    <w:rsid w:val="003350CD"/>
    <w:rsid w:val="00336B09"/>
    <w:rsid w:val="003373A0"/>
    <w:rsid w:val="003410B8"/>
    <w:rsid w:val="00342C30"/>
    <w:rsid w:val="00351DA6"/>
    <w:rsid w:val="0035326A"/>
    <w:rsid w:val="003551AF"/>
    <w:rsid w:val="00356014"/>
    <w:rsid w:val="003602D3"/>
    <w:rsid w:val="00364CE8"/>
    <w:rsid w:val="00367829"/>
    <w:rsid w:val="0037391A"/>
    <w:rsid w:val="00376D3D"/>
    <w:rsid w:val="00380425"/>
    <w:rsid w:val="00380775"/>
    <w:rsid w:val="003828ED"/>
    <w:rsid w:val="003839A9"/>
    <w:rsid w:val="00386D1C"/>
    <w:rsid w:val="003870C5"/>
    <w:rsid w:val="00387815"/>
    <w:rsid w:val="003906A1"/>
    <w:rsid w:val="00392D64"/>
    <w:rsid w:val="00394428"/>
    <w:rsid w:val="00394626"/>
    <w:rsid w:val="00394C32"/>
    <w:rsid w:val="00397DD4"/>
    <w:rsid w:val="003A08F9"/>
    <w:rsid w:val="003A2148"/>
    <w:rsid w:val="003A28E5"/>
    <w:rsid w:val="003B0705"/>
    <w:rsid w:val="003B262F"/>
    <w:rsid w:val="003B2B34"/>
    <w:rsid w:val="003B2D0F"/>
    <w:rsid w:val="003B362E"/>
    <w:rsid w:val="003B54A2"/>
    <w:rsid w:val="003B6230"/>
    <w:rsid w:val="003B6512"/>
    <w:rsid w:val="003B673F"/>
    <w:rsid w:val="003C5D70"/>
    <w:rsid w:val="003C6050"/>
    <w:rsid w:val="003C6649"/>
    <w:rsid w:val="003C7FC9"/>
    <w:rsid w:val="003D38B6"/>
    <w:rsid w:val="003D3BB9"/>
    <w:rsid w:val="003D5344"/>
    <w:rsid w:val="003D5F15"/>
    <w:rsid w:val="003E025A"/>
    <w:rsid w:val="003E1330"/>
    <w:rsid w:val="003E250A"/>
    <w:rsid w:val="003E36A7"/>
    <w:rsid w:val="003E710D"/>
    <w:rsid w:val="003E71AE"/>
    <w:rsid w:val="003F19BB"/>
    <w:rsid w:val="003F3B1E"/>
    <w:rsid w:val="003F3BE6"/>
    <w:rsid w:val="003F51A4"/>
    <w:rsid w:val="003F70B2"/>
    <w:rsid w:val="004009D0"/>
    <w:rsid w:val="00401293"/>
    <w:rsid w:val="00401814"/>
    <w:rsid w:val="00413E6F"/>
    <w:rsid w:val="00414651"/>
    <w:rsid w:val="0041469F"/>
    <w:rsid w:val="0041590E"/>
    <w:rsid w:val="004202DF"/>
    <w:rsid w:val="00422F03"/>
    <w:rsid w:val="00427863"/>
    <w:rsid w:val="00431036"/>
    <w:rsid w:val="00441E10"/>
    <w:rsid w:val="00442527"/>
    <w:rsid w:val="00444891"/>
    <w:rsid w:val="00445123"/>
    <w:rsid w:val="00447587"/>
    <w:rsid w:val="0045210F"/>
    <w:rsid w:val="00452274"/>
    <w:rsid w:val="00454B0E"/>
    <w:rsid w:val="00457040"/>
    <w:rsid w:val="004631CB"/>
    <w:rsid w:val="004632D9"/>
    <w:rsid w:val="004657F8"/>
    <w:rsid w:val="004658F5"/>
    <w:rsid w:val="0046644D"/>
    <w:rsid w:val="0047037B"/>
    <w:rsid w:val="00471B8D"/>
    <w:rsid w:val="00471C37"/>
    <w:rsid w:val="00472D15"/>
    <w:rsid w:val="0047495A"/>
    <w:rsid w:val="004806DD"/>
    <w:rsid w:val="0048507A"/>
    <w:rsid w:val="00485355"/>
    <w:rsid w:val="00486832"/>
    <w:rsid w:val="00487804"/>
    <w:rsid w:val="00490EA4"/>
    <w:rsid w:val="00493EBA"/>
    <w:rsid w:val="00493FA4"/>
    <w:rsid w:val="00495789"/>
    <w:rsid w:val="004A2AEB"/>
    <w:rsid w:val="004A53E3"/>
    <w:rsid w:val="004B29DC"/>
    <w:rsid w:val="004B440B"/>
    <w:rsid w:val="004B487D"/>
    <w:rsid w:val="004B508E"/>
    <w:rsid w:val="004B660A"/>
    <w:rsid w:val="004B66B8"/>
    <w:rsid w:val="004C262F"/>
    <w:rsid w:val="004C346B"/>
    <w:rsid w:val="004C4F3D"/>
    <w:rsid w:val="004C56D8"/>
    <w:rsid w:val="004C57A3"/>
    <w:rsid w:val="004C647E"/>
    <w:rsid w:val="004C6E46"/>
    <w:rsid w:val="004C73EC"/>
    <w:rsid w:val="004C7B76"/>
    <w:rsid w:val="004D128F"/>
    <w:rsid w:val="004D1E41"/>
    <w:rsid w:val="004D549C"/>
    <w:rsid w:val="004D5B16"/>
    <w:rsid w:val="004D6805"/>
    <w:rsid w:val="004E3D68"/>
    <w:rsid w:val="004F4624"/>
    <w:rsid w:val="004F51CE"/>
    <w:rsid w:val="004F6ABC"/>
    <w:rsid w:val="00502122"/>
    <w:rsid w:val="0050656E"/>
    <w:rsid w:val="005066B9"/>
    <w:rsid w:val="00510D50"/>
    <w:rsid w:val="00514C16"/>
    <w:rsid w:val="005166A7"/>
    <w:rsid w:val="00516A04"/>
    <w:rsid w:val="00520437"/>
    <w:rsid w:val="005217FE"/>
    <w:rsid w:val="005220ED"/>
    <w:rsid w:val="00522820"/>
    <w:rsid w:val="00523BA5"/>
    <w:rsid w:val="00524A27"/>
    <w:rsid w:val="00524AF8"/>
    <w:rsid w:val="00534073"/>
    <w:rsid w:val="005346FC"/>
    <w:rsid w:val="005358A3"/>
    <w:rsid w:val="00535D46"/>
    <w:rsid w:val="005367E5"/>
    <w:rsid w:val="00537464"/>
    <w:rsid w:val="00542F01"/>
    <w:rsid w:val="005431A6"/>
    <w:rsid w:val="00543325"/>
    <w:rsid w:val="00544D87"/>
    <w:rsid w:val="00544F7A"/>
    <w:rsid w:val="0054593B"/>
    <w:rsid w:val="00545A6C"/>
    <w:rsid w:val="005544D9"/>
    <w:rsid w:val="0055473A"/>
    <w:rsid w:val="005564B1"/>
    <w:rsid w:val="0055770B"/>
    <w:rsid w:val="005609D7"/>
    <w:rsid w:val="005616A2"/>
    <w:rsid w:val="00564EDA"/>
    <w:rsid w:val="005670DB"/>
    <w:rsid w:val="005724E7"/>
    <w:rsid w:val="0057372B"/>
    <w:rsid w:val="00576147"/>
    <w:rsid w:val="00576EA4"/>
    <w:rsid w:val="00577594"/>
    <w:rsid w:val="005822A8"/>
    <w:rsid w:val="005855F0"/>
    <w:rsid w:val="00591675"/>
    <w:rsid w:val="00592378"/>
    <w:rsid w:val="0059660B"/>
    <w:rsid w:val="005A0018"/>
    <w:rsid w:val="005A292D"/>
    <w:rsid w:val="005A52A4"/>
    <w:rsid w:val="005A7CDD"/>
    <w:rsid w:val="005B05F6"/>
    <w:rsid w:val="005B36DE"/>
    <w:rsid w:val="005B476B"/>
    <w:rsid w:val="005B6D42"/>
    <w:rsid w:val="005C0E00"/>
    <w:rsid w:val="005C0E49"/>
    <w:rsid w:val="005C193C"/>
    <w:rsid w:val="005C2885"/>
    <w:rsid w:val="005C4296"/>
    <w:rsid w:val="005C73DC"/>
    <w:rsid w:val="005C7E3B"/>
    <w:rsid w:val="005D5C84"/>
    <w:rsid w:val="005D7A23"/>
    <w:rsid w:val="005E1548"/>
    <w:rsid w:val="005E32B9"/>
    <w:rsid w:val="005E3704"/>
    <w:rsid w:val="005E3FFD"/>
    <w:rsid w:val="005E6EAF"/>
    <w:rsid w:val="005E7956"/>
    <w:rsid w:val="005E7F56"/>
    <w:rsid w:val="005F2618"/>
    <w:rsid w:val="005F4AA7"/>
    <w:rsid w:val="005F4E7E"/>
    <w:rsid w:val="005F62CE"/>
    <w:rsid w:val="005F6F43"/>
    <w:rsid w:val="005F7B84"/>
    <w:rsid w:val="006042DA"/>
    <w:rsid w:val="00604B83"/>
    <w:rsid w:val="00607AD5"/>
    <w:rsid w:val="00607CF3"/>
    <w:rsid w:val="0061229B"/>
    <w:rsid w:val="006152AA"/>
    <w:rsid w:val="00616194"/>
    <w:rsid w:val="006169E7"/>
    <w:rsid w:val="00617A41"/>
    <w:rsid w:val="00622DB7"/>
    <w:rsid w:val="0062387F"/>
    <w:rsid w:val="00624756"/>
    <w:rsid w:val="006271CB"/>
    <w:rsid w:val="00633BE8"/>
    <w:rsid w:val="00633D1D"/>
    <w:rsid w:val="006340F0"/>
    <w:rsid w:val="00636BD1"/>
    <w:rsid w:val="00640862"/>
    <w:rsid w:val="006417B1"/>
    <w:rsid w:val="006424B4"/>
    <w:rsid w:val="00642D29"/>
    <w:rsid w:val="00642EFE"/>
    <w:rsid w:val="006450C6"/>
    <w:rsid w:val="00647C25"/>
    <w:rsid w:val="00653DA3"/>
    <w:rsid w:val="00655433"/>
    <w:rsid w:val="00656075"/>
    <w:rsid w:val="006560DF"/>
    <w:rsid w:val="006562D4"/>
    <w:rsid w:val="00657BF0"/>
    <w:rsid w:val="0066116C"/>
    <w:rsid w:val="00664703"/>
    <w:rsid w:val="00667139"/>
    <w:rsid w:val="00667824"/>
    <w:rsid w:val="00674FA6"/>
    <w:rsid w:val="006763CC"/>
    <w:rsid w:val="00676E85"/>
    <w:rsid w:val="0067793B"/>
    <w:rsid w:val="00683503"/>
    <w:rsid w:val="00686FB5"/>
    <w:rsid w:val="006928E0"/>
    <w:rsid w:val="00695BDA"/>
    <w:rsid w:val="0069743D"/>
    <w:rsid w:val="006A0F23"/>
    <w:rsid w:val="006A1987"/>
    <w:rsid w:val="006A3993"/>
    <w:rsid w:val="006A3CA9"/>
    <w:rsid w:val="006A3FB9"/>
    <w:rsid w:val="006A40BB"/>
    <w:rsid w:val="006A497F"/>
    <w:rsid w:val="006A6256"/>
    <w:rsid w:val="006A7F97"/>
    <w:rsid w:val="006B2639"/>
    <w:rsid w:val="006B2C15"/>
    <w:rsid w:val="006C0DF5"/>
    <w:rsid w:val="006C1B7E"/>
    <w:rsid w:val="006C3598"/>
    <w:rsid w:val="006C5A0B"/>
    <w:rsid w:val="006C7103"/>
    <w:rsid w:val="006D07C1"/>
    <w:rsid w:val="006D0FC5"/>
    <w:rsid w:val="006D2E1E"/>
    <w:rsid w:val="006D6403"/>
    <w:rsid w:val="006D71BF"/>
    <w:rsid w:val="006E7CA1"/>
    <w:rsid w:val="006F03FC"/>
    <w:rsid w:val="006F0F44"/>
    <w:rsid w:val="00700330"/>
    <w:rsid w:val="007057BA"/>
    <w:rsid w:val="00707654"/>
    <w:rsid w:val="00716B4D"/>
    <w:rsid w:val="00716C63"/>
    <w:rsid w:val="00716C97"/>
    <w:rsid w:val="007202F2"/>
    <w:rsid w:val="007229E6"/>
    <w:rsid w:val="007254DB"/>
    <w:rsid w:val="0072611C"/>
    <w:rsid w:val="00732B03"/>
    <w:rsid w:val="007337A8"/>
    <w:rsid w:val="0073607F"/>
    <w:rsid w:val="00737D5C"/>
    <w:rsid w:val="00741683"/>
    <w:rsid w:val="00744DDB"/>
    <w:rsid w:val="0075061B"/>
    <w:rsid w:val="007515F4"/>
    <w:rsid w:val="00751CB4"/>
    <w:rsid w:val="00753507"/>
    <w:rsid w:val="00754E16"/>
    <w:rsid w:val="007561C4"/>
    <w:rsid w:val="00756FAE"/>
    <w:rsid w:val="007579EE"/>
    <w:rsid w:val="00760CEC"/>
    <w:rsid w:val="00761486"/>
    <w:rsid w:val="007623D5"/>
    <w:rsid w:val="00762424"/>
    <w:rsid w:val="00765927"/>
    <w:rsid w:val="00770C53"/>
    <w:rsid w:val="00773C34"/>
    <w:rsid w:val="00775EDF"/>
    <w:rsid w:val="00777A73"/>
    <w:rsid w:val="00780B86"/>
    <w:rsid w:val="007815D8"/>
    <w:rsid w:val="0078291B"/>
    <w:rsid w:val="00783BB0"/>
    <w:rsid w:val="007868D1"/>
    <w:rsid w:val="00791084"/>
    <w:rsid w:val="00794269"/>
    <w:rsid w:val="007A0755"/>
    <w:rsid w:val="007A57E9"/>
    <w:rsid w:val="007B0973"/>
    <w:rsid w:val="007B1BAC"/>
    <w:rsid w:val="007B272F"/>
    <w:rsid w:val="007B6DEC"/>
    <w:rsid w:val="007B7A93"/>
    <w:rsid w:val="007C045F"/>
    <w:rsid w:val="007C6F53"/>
    <w:rsid w:val="007D1EFF"/>
    <w:rsid w:val="007D2E33"/>
    <w:rsid w:val="007D5314"/>
    <w:rsid w:val="007D6BA9"/>
    <w:rsid w:val="007E3ED7"/>
    <w:rsid w:val="007E7429"/>
    <w:rsid w:val="007F0610"/>
    <w:rsid w:val="007F0A65"/>
    <w:rsid w:val="007F4E51"/>
    <w:rsid w:val="007F78B1"/>
    <w:rsid w:val="007F7CA5"/>
    <w:rsid w:val="007F7FC6"/>
    <w:rsid w:val="00803800"/>
    <w:rsid w:val="00803EC9"/>
    <w:rsid w:val="00805D9C"/>
    <w:rsid w:val="008110F5"/>
    <w:rsid w:val="00811B78"/>
    <w:rsid w:val="00811D79"/>
    <w:rsid w:val="0081632A"/>
    <w:rsid w:val="00827393"/>
    <w:rsid w:val="008304C3"/>
    <w:rsid w:val="0083073F"/>
    <w:rsid w:val="00831BF4"/>
    <w:rsid w:val="00832CD7"/>
    <w:rsid w:val="00835BCA"/>
    <w:rsid w:val="008432B2"/>
    <w:rsid w:val="00844C79"/>
    <w:rsid w:val="00851522"/>
    <w:rsid w:val="00854816"/>
    <w:rsid w:val="00855479"/>
    <w:rsid w:val="008570C7"/>
    <w:rsid w:val="00857674"/>
    <w:rsid w:val="00861143"/>
    <w:rsid w:val="00862EED"/>
    <w:rsid w:val="00870820"/>
    <w:rsid w:val="0087117F"/>
    <w:rsid w:val="00873EDC"/>
    <w:rsid w:val="00873FB3"/>
    <w:rsid w:val="00874A6F"/>
    <w:rsid w:val="0087519A"/>
    <w:rsid w:val="00876410"/>
    <w:rsid w:val="00877217"/>
    <w:rsid w:val="00880714"/>
    <w:rsid w:val="00887769"/>
    <w:rsid w:val="00890BCD"/>
    <w:rsid w:val="008960D2"/>
    <w:rsid w:val="00896745"/>
    <w:rsid w:val="008A0F92"/>
    <w:rsid w:val="008A2C38"/>
    <w:rsid w:val="008A3879"/>
    <w:rsid w:val="008A3F9F"/>
    <w:rsid w:val="008B1AD5"/>
    <w:rsid w:val="008B34F2"/>
    <w:rsid w:val="008B3AFB"/>
    <w:rsid w:val="008B417C"/>
    <w:rsid w:val="008B5D8E"/>
    <w:rsid w:val="008B7207"/>
    <w:rsid w:val="008C0E31"/>
    <w:rsid w:val="008C0EC3"/>
    <w:rsid w:val="008C17A1"/>
    <w:rsid w:val="008C2876"/>
    <w:rsid w:val="008C5CB7"/>
    <w:rsid w:val="008C7828"/>
    <w:rsid w:val="008D13DD"/>
    <w:rsid w:val="008D3E45"/>
    <w:rsid w:val="008D4A1B"/>
    <w:rsid w:val="008D4A7E"/>
    <w:rsid w:val="008E0BF4"/>
    <w:rsid w:val="008E2C9F"/>
    <w:rsid w:val="008E2F22"/>
    <w:rsid w:val="008E3E80"/>
    <w:rsid w:val="008F2D7E"/>
    <w:rsid w:val="008F6BAD"/>
    <w:rsid w:val="00903B4A"/>
    <w:rsid w:val="00903DBB"/>
    <w:rsid w:val="009044D2"/>
    <w:rsid w:val="0090508D"/>
    <w:rsid w:val="00905FC6"/>
    <w:rsid w:val="0090665F"/>
    <w:rsid w:val="009105BC"/>
    <w:rsid w:val="00914245"/>
    <w:rsid w:val="009159A3"/>
    <w:rsid w:val="00921D08"/>
    <w:rsid w:val="00925A2C"/>
    <w:rsid w:val="00926F0E"/>
    <w:rsid w:val="00930DB4"/>
    <w:rsid w:val="00931C86"/>
    <w:rsid w:val="0093331E"/>
    <w:rsid w:val="00935906"/>
    <w:rsid w:val="00941337"/>
    <w:rsid w:val="00942D73"/>
    <w:rsid w:val="00947763"/>
    <w:rsid w:val="00950786"/>
    <w:rsid w:val="00954E96"/>
    <w:rsid w:val="0095536D"/>
    <w:rsid w:val="00957FF8"/>
    <w:rsid w:val="00961350"/>
    <w:rsid w:val="00961E15"/>
    <w:rsid w:val="00964F0E"/>
    <w:rsid w:val="00965A02"/>
    <w:rsid w:val="009716C2"/>
    <w:rsid w:val="00972575"/>
    <w:rsid w:val="00974958"/>
    <w:rsid w:val="00974A47"/>
    <w:rsid w:val="0098031D"/>
    <w:rsid w:val="009836C8"/>
    <w:rsid w:val="00983E11"/>
    <w:rsid w:val="009840F4"/>
    <w:rsid w:val="00984D37"/>
    <w:rsid w:val="0098565E"/>
    <w:rsid w:val="0099169E"/>
    <w:rsid w:val="009A0573"/>
    <w:rsid w:val="009A150B"/>
    <w:rsid w:val="009A2108"/>
    <w:rsid w:val="009A3745"/>
    <w:rsid w:val="009A51F7"/>
    <w:rsid w:val="009A6BF8"/>
    <w:rsid w:val="009B08AC"/>
    <w:rsid w:val="009B0E40"/>
    <w:rsid w:val="009B0E7C"/>
    <w:rsid w:val="009B39A9"/>
    <w:rsid w:val="009B595C"/>
    <w:rsid w:val="009B6AD1"/>
    <w:rsid w:val="009B7FCD"/>
    <w:rsid w:val="009C1725"/>
    <w:rsid w:val="009D512F"/>
    <w:rsid w:val="009D602B"/>
    <w:rsid w:val="009D647A"/>
    <w:rsid w:val="009D67D7"/>
    <w:rsid w:val="009D694A"/>
    <w:rsid w:val="009D75A8"/>
    <w:rsid w:val="009D78E2"/>
    <w:rsid w:val="009E03E7"/>
    <w:rsid w:val="009E0C79"/>
    <w:rsid w:val="009E2F66"/>
    <w:rsid w:val="009E483B"/>
    <w:rsid w:val="009E57BC"/>
    <w:rsid w:val="009F00B5"/>
    <w:rsid w:val="009F1823"/>
    <w:rsid w:val="009F3BCB"/>
    <w:rsid w:val="009F6E9C"/>
    <w:rsid w:val="009F7F67"/>
    <w:rsid w:val="00A003FB"/>
    <w:rsid w:val="00A030D4"/>
    <w:rsid w:val="00A032A6"/>
    <w:rsid w:val="00A038D4"/>
    <w:rsid w:val="00A03D84"/>
    <w:rsid w:val="00A0769A"/>
    <w:rsid w:val="00A10B53"/>
    <w:rsid w:val="00A119C2"/>
    <w:rsid w:val="00A11B73"/>
    <w:rsid w:val="00A12F85"/>
    <w:rsid w:val="00A13BE7"/>
    <w:rsid w:val="00A15D59"/>
    <w:rsid w:val="00A16859"/>
    <w:rsid w:val="00A248D7"/>
    <w:rsid w:val="00A26F92"/>
    <w:rsid w:val="00A31335"/>
    <w:rsid w:val="00A31546"/>
    <w:rsid w:val="00A33557"/>
    <w:rsid w:val="00A335E6"/>
    <w:rsid w:val="00A35EAA"/>
    <w:rsid w:val="00A37714"/>
    <w:rsid w:val="00A37D17"/>
    <w:rsid w:val="00A41F10"/>
    <w:rsid w:val="00A4492C"/>
    <w:rsid w:val="00A452FA"/>
    <w:rsid w:val="00A479D9"/>
    <w:rsid w:val="00A5122A"/>
    <w:rsid w:val="00A5232F"/>
    <w:rsid w:val="00A5259D"/>
    <w:rsid w:val="00A552B0"/>
    <w:rsid w:val="00A55D23"/>
    <w:rsid w:val="00A634DE"/>
    <w:rsid w:val="00A646F3"/>
    <w:rsid w:val="00A666F4"/>
    <w:rsid w:val="00A72452"/>
    <w:rsid w:val="00A727DE"/>
    <w:rsid w:val="00A72CEE"/>
    <w:rsid w:val="00A737CC"/>
    <w:rsid w:val="00A75F79"/>
    <w:rsid w:val="00A7795A"/>
    <w:rsid w:val="00A8388A"/>
    <w:rsid w:val="00A84AB7"/>
    <w:rsid w:val="00A853DE"/>
    <w:rsid w:val="00A865CB"/>
    <w:rsid w:val="00A86A9A"/>
    <w:rsid w:val="00A91AC4"/>
    <w:rsid w:val="00A92360"/>
    <w:rsid w:val="00A9541D"/>
    <w:rsid w:val="00A96495"/>
    <w:rsid w:val="00A9723C"/>
    <w:rsid w:val="00AA4DBD"/>
    <w:rsid w:val="00AB12D9"/>
    <w:rsid w:val="00AC046A"/>
    <w:rsid w:val="00AC5DF0"/>
    <w:rsid w:val="00AC68F8"/>
    <w:rsid w:val="00AD1163"/>
    <w:rsid w:val="00AD29A1"/>
    <w:rsid w:val="00AD3369"/>
    <w:rsid w:val="00AE3B48"/>
    <w:rsid w:val="00AE75F8"/>
    <w:rsid w:val="00AF0723"/>
    <w:rsid w:val="00AF1E05"/>
    <w:rsid w:val="00AF357D"/>
    <w:rsid w:val="00AF38B4"/>
    <w:rsid w:val="00B01B88"/>
    <w:rsid w:val="00B03271"/>
    <w:rsid w:val="00B036D9"/>
    <w:rsid w:val="00B233D3"/>
    <w:rsid w:val="00B239B8"/>
    <w:rsid w:val="00B2558D"/>
    <w:rsid w:val="00B300C0"/>
    <w:rsid w:val="00B32644"/>
    <w:rsid w:val="00B35C00"/>
    <w:rsid w:val="00B37268"/>
    <w:rsid w:val="00B40054"/>
    <w:rsid w:val="00B42013"/>
    <w:rsid w:val="00B42070"/>
    <w:rsid w:val="00B42808"/>
    <w:rsid w:val="00B43E0C"/>
    <w:rsid w:val="00B4506D"/>
    <w:rsid w:val="00B450BE"/>
    <w:rsid w:val="00B45FB2"/>
    <w:rsid w:val="00B5191E"/>
    <w:rsid w:val="00B52EC4"/>
    <w:rsid w:val="00B53407"/>
    <w:rsid w:val="00B5591E"/>
    <w:rsid w:val="00B57F2E"/>
    <w:rsid w:val="00B632BF"/>
    <w:rsid w:val="00B65B32"/>
    <w:rsid w:val="00B70581"/>
    <w:rsid w:val="00B718BC"/>
    <w:rsid w:val="00B742F2"/>
    <w:rsid w:val="00B77487"/>
    <w:rsid w:val="00B82C7E"/>
    <w:rsid w:val="00B853A6"/>
    <w:rsid w:val="00B86492"/>
    <w:rsid w:val="00B86E9B"/>
    <w:rsid w:val="00B90EFD"/>
    <w:rsid w:val="00B92522"/>
    <w:rsid w:val="00B92A77"/>
    <w:rsid w:val="00B93BCF"/>
    <w:rsid w:val="00BA46A8"/>
    <w:rsid w:val="00BA4C2A"/>
    <w:rsid w:val="00BA7F8F"/>
    <w:rsid w:val="00BB29B8"/>
    <w:rsid w:val="00BB2BF4"/>
    <w:rsid w:val="00BB4F96"/>
    <w:rsid w:val="00BB5723"/>
    <w:rsid w:val="00BB5A1B"/>
    <w:rsid w:val="00BB6ED9"/>
    <w:rsid w:val="00BB7592"/>
    <w:rsid w:val="00BB7B87"/>
    <w:rsid w:val="00BC33C1"/>
    <w:rsid w:val="00BC3505"/>
    <w:rsid w:val="00BC3ED1"/>
    <w:rsid w:val="00BC6FFF"/>
    <w:rsid w:val="00BC71B4"/>
    <w:rsid w:val="00BD18F3"/>
    <w:rsid w:val="00BD2CE7"/>
    <w:rsid w:val="00BD3057"/>
    <w:rsid w:val="00BD592C"/>
    <w:rsid w:val="00BD6324"/>
    <w:rsid w:val="00BD65FB"/>
    <w:rsid w:val="00BE1E4F"/>
    <w:rsid w:val="00BE5733"/>
    <w:rsid w:val="00BE630B"/>
    <w:rsid w:val="00BE76CD"/>
    <w:rsid w:val="00BF01CF"/>
    <w:rsid w:val="00BF158B"/>
    <w:rsid w:val="00BF2B52"/>
    <w:rsid w:val="00BF3B70"/>
    <w:rsid w:val="00BF6D5D"/>
    <w:rsid w:val="00BF702A"/>
    <w:rsid w:val="00C04FAD"/>
    <w:rsid w:val="00C128ED"/>
    <w:rsid w:val="00C13D40"/>
    <w:rsid w:val="00C140B1"/>
    <w:rsid w:val="00C1618C"/>
    <w:rsid w:val="00C225E7"/>
    <w:rsid w:val="00C23B75"/>
    <w:rsid w:val="00C23FF1"/>
    <w:rsid w:val="00C248A4"/>
    <w:rsid w:val="00C26C5E"/>
    <w:rsid w:val="00C30F5B"/>
    <w:rsid w:val="00C31075"/>
    <w:rsid w:val="00C31BE7"/>
    <w:rsid w:val="00C32D6D"/>
    <w:rsid w:val="00C33846"/>
    <w:rsid w:val="00C33BAA"/>
    <w:rsid w:val="00C34366"/>
    <w:rsid w:val="00C35078"/>
    <w:rsid w:val="00C36157"/>
    <w:rsid w:val="00C3737D"/>
    <w:rsid w:val="00C40638"/>
    <w:rsid w:val="00C40E38"/>
    <w:rsid w:val="00C41839"/>
    <w:rsid w:val="00C43C66"/>
    <w:rsid w:val="00C44293"/>
    <w:rsid w:val="00C525D4"/>
    <w:rsid w:val="00C5401D"/>
    <w:rsid w:val="00C54D12"/>
    <w:rsid w:val="00C54FCD"/>
    <w:rsid w:val="00C5623A"/>
    <w:rsid w:val="00C601AB"/>
    <w:rsid w:val="00C6078F"/>
    <w:rsid w:val="00C72FFC"/>
    <w:rsid w:val="00C7412A"/>
    <w:rsid w:val="00C75E97"/>
    <w:rsid w:val="00C77865"/>
    <w:rsid w:val="00C77D4A"/>
    <w:rsid w:val="00C80F8A"/>
    <w:rsid w:val="00C90080"/>
    <w:rsid w:val="00C915EB"/>
    <w:rsid w:val="00C92F05"/>
    <w:rsid w:val="00C93CAA"/>
    <w:rsid w:val="00C9406E"/>
    <w:rsid w:val="00C95BE0"/>
    <w:rsid w:val="00C976FA"/>
    <w:rsid w:val="00CA4127"/>
    <w:rsid w:val="00CA64CB"/>
    <w:rsid w:val="00CB1264"/>
    <w:rsid w:val="00CB19A3"/>
    <w:rsid w:val="00CB5FE0"/>
    <w:rsid w:val="00CC0E4F"/>
    <w:rsid w:val="00CC378D"/>
    <w:rsid w:val="00CD352F"/>
    <w:rsid w:val="00CD785B"/>
    <w:rsid w:val="00CD7AC2"/>
    <w:rsid w:val="00CE23F9"/>
    <w:rsid w:val="00CE357A"/>
    <w:rsid w:val="00CE4067"/>
    <w:rsid w:val="00CE4611"/>
    <w:rsid w:val="00CF207D"/>
    <w:rsid w:val="00CF2AAD"/>
    <w:rsid w:val="00CF6C3D"/>
    <w:rsid w:val="00CF7B2F"/>
    <w:rsid w:val="00D004F6"/>
    <w:rsid w:val="00D0151F"/>
    <w:rsid w:val="00D03A35"/>
    <w:rsid w:val="00D04D9F"/>
    <w:rsid w:val="00D05766"/>
    <w:rsid w:val="00D07F17"/>
    <w:rsid w:val="00D10202"/>
    <w:rsid w:val="00D1326E"/>
    <w:rsid w:val="00D13790"/>
    <w:rsid w:val="00D15739"/>
    <w:rsid w:val="00D16184"/>
    <w:rsid w:val="00D2034A"/>
    <w:rsid w:val="00D23B8C"/>
    <w:rsid w:val="00D24A35"/>
    <w:rsid w:val="00D25749"/>
    <w:rsid w:val="00D25B2B"/>
    <w:rsid w:val="00D3124A"/>
    <w:rsid w:val="00D34D66"/>
    <w:rsid w:val="00D36A7D"/>
    <w:rsid w:val="00D36C6A"/>
    <w:rsid w:val="00D408C6"/>
    <w:rsid w:val="00D40E8C"/>
    <w:rsid w:val="00D529C3"/>
    <w:rsid w:val="00D53761"/>
    <w:rsid w:val="00D542EC"/>
    <w:rsid w:val="00D55986"/>
    <w:rsid w:val="00D568F1"/>
    <w:rsid w:val="00D613B4"/>
    <w:rsid w:val="00D619C2"/>
    <w:rsid w:val="00D62C75"/>
    <w:rsid w:val="00D63FBE"/>
    <w:rsid w:val="00D65CF8"/>
    <w:rsid w:val="00D66FAA"/>
    <w:rsid w:val="00D70672"/>
    <w:rsid w:val="00D74070"/>
    <w:rsid w:val="00D75227"/>
    <w:rsid w:val="00D75983"/>
    <w:rsid w:val="00D76097"/>
    <w:rsid w:val="00D7718F"/>
    <w:rsid w:val="00D77EAE"/>
    <w:rsid w:val="00D807AD"/>
    <w:rsid w:val="00D848DD"/>
    <w:rsid w:val="00D902C6"/>
    <w:rsid w:val="00D9092E"/>
    <w:rsid w:val="00D93106"/>
    <w:rsid w:val="00D932EF"/>
    <w:rsid w:val="00D93D28"/>
    <w:rsid w:val="00D93DE0"/>
    <w:rsid w:val="00D940F7"/>
    <w:rsid w:val="00D954C2"/>
    <w:rsid w:val="00D977DD"/>
    <w:rsid w:val="00DA023A"/>
    <w:rsid w:val="00DA2D00"/>
    <w:rsid w:val="00DA44DD"/>
    <w:rsid w:val="00DA6150"/>
    <w:rsid w:val="00DA61FE"/>
    <w:rsid w:val="00DA6A4A"/>
    <w:rsid w:val="00DB1584"/>
    <w:rsid w:val="00DB1BAB"/>
    <w:rsid w:val="00DB3059"/>
    <w:rsid w:val="00DB3456"/>
    <w:rsid w:val="00DC178C"/>
    <w:rsid w:val="00DC2A95"/>
    <w:rsid w:val="00DC2E08"/>
    <w:rsid w:val="00DD0A97"/>
    <w:rsid w:val="00DD154B"/>
    <w:rsid w:val="00DD2E13"/>
    <w:rsid w:val="00DD4BD3"/>
    <w:rsid w:val="00DD4DBA"/>
    <w:rsid w:val="00DE05F8"/>
    <w:rsid w:val="00DE0EF2"/>
    <w:rsid w:val="00DE39D1"/>
    <w:rsid w:val="00DE49E4"/>
    <w:rsid w:val="00DE6195"/>
    <w:rsid w:val="00DE6A8C"/>
    <w:rsid w:val="00DE6BC9"/>
    <w:rsid w:val="00DE6BCB"/>
    <w:rsid w:val="00DF0E2F"/>
    <w:rsid w:val="00DF1CCA"/>
    <w:rsid w:val="00DF3053"/>
    <w:rsid w:val="00E00EE3"/>
    <w:rsid w:val="00E02109"/>
    <w:rsid w:val="00E03582"/>
    <w:rsid w:val="00E03B12"/>
    <w:rsid w:val="00E03F47"/>
    <w:rsid w:val="00E05DC8"/>
    <w:rsid w:val="00E062D1"/>
    <w:rsid w:val="00E06687"/>
    <w:rsid w:val="00E11006"/>
    <w:rsid w:val="00E20051"/>
    <w:rsid w:val="00E20A62"/>
    <w:rsid w:val="00E217D6"/>
    <w:rsid w:val="00E22115"/>
    <w:rsid w:val="00E25163"/>
    <w:rsid w:val="00E256DF"/>
    <w:rsid w:val="00E26709"/>
    <w:rsid w:val="00E3335C"/>
    <w:rsid w:val="00E333C7"/>
    <w:rsid w:val="00E33F3D"/>
    <w:rsid w:val="00E41D81"/>
    <w:rsid w:val="00E4238A"/>
    <w:rsid w:val="00E42774"/>
    <w:rsid w:val="00E42869"/>
    <w:rsid w:val="00E42CD8"/>
    <w:rsid w:val="00E45754"/>
    <w:rsid w:val="00E46B8C"/>
    <w:rsid w:val="00E519A5"/>
    <w:rsid w:val="00E614E4"/>
    <w:rsid w:val="00E65C1A"/>
    <w:rsid w:val="00E67674"/>
    <w:rsid w:val="00E7266D"/>
    <w:rsid w:val="00E732C5"/>
    <w:rsid w:val="00E762A4"/>
    <w:rsid w:val="00E81E4C"/>
    <w:rsid w:val="00E824E5"/>
    <w:rsid w:val="00E82818"/>
    <w:rsid w:val="00E84D3E"/>
    <w:rsid w:val="00E85337"/>
    <w:rsid w:val="00E85C58"/>
    <w:rsid w:val="00E87754"/>
    <w:rsid w:val="00E87A66"/>
    <w:rsid w:val="00E92F6E"/>
    <w:rsid w:val="00E93A5E"/>
    <w:rsid w:val="00EA10CC"/>
    <w:rsid w:val="00EA37FC"/>
    <w:rsid w:val="00EA5DD4"/>
    <w:rsid w:val="00EB0A42"/>
    <w:rsid w:val="00EB0E67"/>
    <w:rsid w:val="00EB1B31"/>
    <w:rsid w:val="00EB2262"/>
    <w:rsid w:val="00EB24BA"/>
    <w:rsid w:val="00EB31DD"/>
    <w:rsid w:val="00EB5A0E"/>
    <w:rsid w:val="00EB6A4D"/>
    <w:rsid w:val="00EC03E3"/>
    <w:rsid w:val="00EC0DE9"/>
    <w:rsid w:val="00EC19C5"/>
    <w:rsid w:val="00EC23C1"/>
    <w:rsid w:val="00EC3055"/>
    <w:rsid w:val="00EC46DA"/>
    <w:rsid w:val="00EC6522"/>
    <w:rsid w:val="00ED1F5A"/>
    <w:rsid w:val="00ED5407"/>
    <w:rsid w:val="00ED7800"/>
    <w:rsid w:val="00EE0F66"/>
    <w:rsid w:val="00EE35BB"/>
    <w:rsid w:val="00EE527E"/>
    <w:rsid w:val="00EE668D"/>
    <w:rsid w:val="00EE734A"/>
    <w:rsid w:val="00EF14A0"/>
    <w:rsid w:val="00EF3E15"/>
    <w:rsid w:val="00EF4407"/>
    <w:rsid w:val="00EF4844"/>
    <w:rsid w:val="00EF5DBC"/>
    <w:rsid w:val="00EF5F5C"/>
    <w:rsid w:val="00EF6394"/>
    <w:rsid w:val="00EF72D0"/>
    <w:rsid w:val="00EF7FAB"/>
    <w:rsid w:val="00F036A0"/>
    <w:rsid w:val="00F14FAE"/>
    <w:rsid w:val="00F16A4A"/>
    <w:rsid w:val="00F16D99"/>
    <w:rsid w:val="00F17BC1"/>
    <w:rsid w:val="00F17D15"/>
    <w:rsid w:val="00F201C3"/>
    <w:rsid w:val="00F218AA"/>
    <w:rsid w:val="00F22EED"/>
    <w:rsid w:val="00F23648"/>
    <w:rsid w:val="00F25439"/>
    <w:rsid w:val="00F31A56"/>
    <w:rsid w:val="00F31D66"/>
    <w:rsid w:val="00F325EC"/>
    <w:rsid w:val="00F329DA"/>
    <w:rsid w:val="00F34955"/>
    <w:rsid w:val="00F35012"/>
    <w:rsid w:val="00F362A2"/>
    <w:rsid w:val="00F36FE5"/>
    <w:rsid w:val="00F37B3E"/>
    <w:rsid w:val="00F4469D"/>
    <w:rsid w:val="00F451E4"/>
    <w:rsid w:val="00F458B1"/>
    <w:rsid w:val="00F51293"/>
    <w:rsid w:val="00F51D65"/>
    <w:rsid w:val="00F55FD8"/>
    <w:rsid w:val="00F5694A"/>
    <w:rsid w:val="00F61F99"/>
    <w:rsid w:val="00F660F8"/>
    <w:rsid w:val="00F6656C"/>
    <w:rsid w:val="00F667F0"/>
    <w:rsid w:val="00F67ADA"/>
    <w:rsid w:val="00F70D5C"/>
    <w:rsid w:val="00F72C0C"/>
    <w:rsid w:val="00F77506"/>
    <w:rsid w:val="00F7761C"/>
    <w:rsid w:val="00F77DF5"/>
    <w:rsid w:val="00F807CC"/>
    <w:rsid w:val="00F84D32"/>
    <w:rsid w:val="00F92F26"/>
    <w:rsid w:val="00F93564"/>
    <w:rsid w:val="00F936A5"/>
    <w:rsid w:val="00FA0989"/>
    <w:rsid w:val="00FA0C07"/>
    <w:rsid w:val="00FA21D2"/>
    <w:rsid w:val="00FA222F"/>
    <w:rsid w:val="00FA2577"/>
    <w:rsid w:val="00FA43B9"/>
    <w:rsid w:val="00FB35D7"/>
    <w:rsid w:val="00FB3623"/>
    <w:rsid w:val="00FB498D"/>
    <w:rsid w:val="00FC1743"/>
    <w:rsid w:val="00FC1A9A"/>
    <w:rsid w:val="00FC1DBA"/>
    <w:rsid w:val="00FC4944"/>
    <w:rsid w:val="00FD188C"/>
    <w:rsid w:val="00FD1E1E"/>
    <w:rsid w:val="00FD2CAC"/>
    <w:rsid w:val="00FD422D"/>
    <w:rsid w:val="00FD5A6D"/>
    <w:rsid w:val="00FD5A90"/>
    <w:rsid w:val="00FE2253"/>
    <w:rsid w:val="00FE2EEA"/>
    <w:rsid w:val="00FE369A"/>
    <w:rsid w:val="00FE48C3"/>
    <w:rsid w:val="00FE6C3D"/>
    <w:rsid w:val="00FF0824"/>
    <w:rsid w:val="00FF1F77"/>
    <w:rsid w:val="00FF40A1"/>
    <w:rsid w:val="00FF4472"/>
    <w:rsid w:val="00FF46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872DA95-9374-4C63-964D-208233EB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31BF4"/>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831BF4"/>
    <w:pPr>
      <w:spacing w:line="300" w:lineRule="atLeast"/>
      <w:outlineLvl w:val="0"/>
    </w:pPr>
    <w:rPr>
      <w:sz w:val="24"/>
    </w:rPr>
  </w:style>
  <w:style w:type="paragraph" w:styleId="Kop2">
    <w:name w:val="heading 2"/>
    <w:basedOn w:val="Standaard"/>
    <w:next w:val="Standaard"/>
    <w:qFormat/>
    <w:rsid w:val="00831BF4"/>
    <w:pPr>
      <w:outlineLvl w:val="1"/>
    </w:pPr>
    <w:rPr>
      <w:b/>
    </w:rPr>
  </w:style>
  <w:style w:type="paragraph" w:styleId="Kop3">
    <w:name w:val="heading 3"/>
    <w:basedOn w:val="Standaard"/>
    <w:next w:val="Standaard"/>
    <w:qFormat/>
    <w:rsid w:val="00831BF4"/>
    <w:pPr>
      <w:tabs>
        <w:tab w:val="clear" w:pos="1109"/>
        <w:tab w:val="left" w:pos="1111"/>
      </w:tabs>
      <w:outlineLvl w:val="2"/>
    </w:pPr>
    <w:rPr>
      <w:i/>
    </w:rPr>
  </w:style>
  <w:style w:type="paragraph" w:styleId="Kop4">
    <w:name w:val="heading 4"/>
    <w:basedOn w:val="Standaard"/>
    <w:next w:val="Standaard"/>
    <w:qFormat/>
    <w:rsid w:val="00831BF4"/>
    <w:pPr>
      <w:tabs>
        <w:tab w:val="clear" w:pos="1109"/>
        <w:tab w:val="left" w:pos="1111"/>
      </w:tabs>
      <w:outlineLvl w:val="3"/>
    </w:pPr>
    <w:rPr>
      <w:bCs/>
      <w:szCs w:val="28"/>
    </w:rPr>
  </w:style>
  <w:style w:type="paragraph" w:styleId="Kop5">
    <w:name w:val="heading 5"/>
    <w:basedOn w:val="Standaard"/>
    <w:next w:val="Standaard"/>
    <w:qFormat/>
    <w:rsid w:val="00831BF4"/>
    <w:pPr>
      <w:outlineLvl w:val="4"/>
    </w:pPr>
    <w:rPr>
      <w:bCs/>
      <w:iCs/>
      <w:szCs w:val="26"/>
    </w:rPr>
  </w:style>
  <w:style w:type="paragraph" w:styleId="Kop6">
    <w:name w:val="heading 6"/>
    <w:basedOn w:val="Standaard"/>
    <w:next w:val="Standaard"/>
    <w:qFormat/>
    <w:rsid w:val="00831BF4"/>
    <w:pPr>
      <w:outlineLvl w:val="5"/>
    </w:pPr>
    <w:rPr>
      <w:bCs/>
      <w:szCs w:val="22"/>
    </w:rPr>
  </w:style>
  <w:style w:type="paragraph" w:styleId="Kop7">
    <w:name w:val="heading 7"/>
    <w:basedOn w:val="Standaard"/>
    <w:next w:val="Standaard"/>
    <w:link w:val="Kop7Char"/>
    <w:qFormat/>
    <w:rsid w:val="00831BF4"/>
    <w:pPr>
      <w:outlineLvl w:val="6"/>
    </w:pPr>
  </w:style>
  <w:style w:type="paragraph" w:styleId="Kop8">
    <w:name w:val="heading 8"/>
    <w:basedOn w:val="Standaard"/>
    <w:next w:val="Standaard"/>
    <w:link w:val="Kop8Char"/>
    <w:qFormat/>
    <w:rsid w:val="00831BF4"/>
    <w:pPr>
      <w:outlineLvl w:val="7"/>
    </w:pPr>
    <w:rPr>
      <w:iCs/>
    </w:rPr>
  </w:style>
  <w:style w:type="paragraph" w:styleId="Kop9">
    <w:name w:val="heading 9"/>
    <w:basedOn w:val="Standaard"/>
    <w:next w:val="Standaard"/>
    <w:link w:val="Kop9Char"/>
    <w:qFormat/>
    <w:rsid w:val="00831BF4"/>
    <w:pPr>
      <w:outlineLvl w:val="8"/>
    </w:pPr>
    <w:rPr>
      <w:rFonts w:cs="Arial"/>
      <w:szCs w:val="22"/>
    </w:rPr>
  </w:style>
  <w:style w:type="character" w:default="1" w:styleId="Standaardalinea-lettertype">
    <w:name w:val="Default Paragraph Font"/>
    <w:uiPriority w:val="1"/>
    <w:semiHidden/>
    <w:unhideWhenUsed/>
    <w:rsid w:val="00831BF4"/>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831BF4"/>
  </w:style>
  <w:style w:type="paragraph" w:styleId="Inhopg1">
    <w:name w:val="toc 1"/>
    <w:basedOn w:val="Standaard"/>
    <w:next w:val="Standaard"/>
    <w:autoRedefine/>
    <w:semiHidden/>
    <w:pPr>
      <w:tabs>
        <w:tab w:val="clear" w:pos="454"/>
        <w:tab w:val="left" w:pos="442"/>
        <w:tab w:val="right" w:leader="underscore" w:pos="8788"/>
      </w:tabs>
      <w:spacing w:before="120"/>
    </w:pPr>
    <w:rPr>
      <w:b/>
      <w:i/>
      <w:sz w:val="24"/>
    </w:rPr>
  </w:style>
  <w:style w:type="paragraph" w:styleId="Inhopg2">
    <w:name w:val="toc 2"/>
    <w:basedOn w:val="Standaard"/>
    <w:next w:val="Standaard"/>
    <w:autoRedefine/>
    <w:semiHidden/>
    <w:pPr>
      <w:tabs>
        <w:tab w:val="right" w:leader="underscore" w:pos="8788"/>
      </w:tabs>
      <w:spacing w:before="120"/>
      <w:ind w:left="220"/>
    </w:pPr>
    <w:rPr>
      <w:b/>
    </w:rPr>
  </w:style>
  <w:style w:type="paragraph" w:styleId="Inhopg3">
    <w:name w:val="toc 3"/>
    <w:basedOn w:val="Standaard"/>
    <w:next w:val="Standaard"/>
    <w:autoRedefine/>
    <w:semiHidden/>
    <w:pPr>
      <w:tabs>
        <w:tab w:val="right" w:leader="underscore" w:pos="8788"/>
      </w:tabs>
      <w:ind w:left="440"/>
    </w:pPr>
    <w:rPr>
      <w:sz w:val="20"/>
    </w:rPr>
  </w:style>
  <w:style w:type="paragraph" w:styleId="Inhopg4">
    <w:name w:val="toc 4"/>
    <w:basedOn w:val="Standaard"/>
    <w:next w:val="Standaard"/>
    <w:autoRedefine/>
    <w:semiHidden/>
    <w:pPr>
      <w:tabs>
        <w:tab w:val="right" w:leader="underscore" w:pos="8788"/>
      </w:tabs>
      <w:ind w:left="660"/>
    </w:pPr>
  </w:style>
  <w:style w:type="character" w:styleId="Paginanummer">
    <w:name w:val="page number"/>
    <w:basedOn w:val="Standaardalinea-lettertype"/>
    <w:rPr>
      <w:rFonts w:ascii="Times New Roman" w:hAnsi="Times New Roman"/>
      <w:sz w:val="20"/>
    </w:rPr>
  </w:style>
  <w:style w:type="paragraph" w:styleId="Voettekst">
    <w:name w:val="footer"/>
    <w:basedOn w:val="Standaard"/>
    <w:rsid w:val="00831BF4"/>
    <w:pPr>
      <w:tabs>
        <w:tab w:val="center" w:pos="4536"/>
        <w:tab w:val="right" w:pos="9072"/>
      </w:tabs>
    </w:pPr>
  </w:style>
  <w:style w:type="paragraph" w:styleId="Koptekst">
    <w:name w:val="header"/>
    <w:basedOn w:val="Standaard"/>
    <w:rsid w:val="00831BF4"/>
    <w:pPr>
      <w:tabs>
        <w:tab w:val="center" w:pos="4536"/>
        <w:tab w:val="right" w:pos="9072"/>
      </w:tabs>
    </w:pPr>
  </w:style>
  <w:style w:type="paragraph" w:styleId="Eindnoottekst">
    <w:name w:val="endnote text"/>
    <w:basedOn w:val="Standaard"/>
    <w:semiHidden/>
    <w:pPr>
      <w:numPr>
        <w:numId w:val="21"/>
      </w:numPr>
      <w:spacing w:line="260" w:lineRule="exact"/>
    </w:pPr>
  </w:style>
  <w:style w:type="paragraph" w:styleId="Voetnoottekst">
    <w:name w:val="footnote text"/>
    <w:basedOn w:val="Standaard"/>
    <w:next w:val="Standaard"/>
    <w:semiHidden/>
    <w:rsid w:val="00831BF4"/>
    <w:pPr>
      <w:spacing w:line="180" w:lineRule="atLeast"/>
      <w:ind w:left="227" w:hanging="227"/>
    </w:pPr>
    <w:rPr>
      <w:sz w:val="13"/>
    </w:rPr>
  </w:style>
  <w:style w:type="character" w:customStyle="1" w:styleId="Kop7Char">
    <w:name w:val="Kop 7 Char"/>
    <w:basedOn w:val="Standaardalinea-lettertype"/>
    <w:link w:val="Kop7"/>
    <w:rsid w:val="00831BF4"/>
    <w:rPr>
      <w:rFonts w:ascii="Verdana" w:hAnsi="Verdana"/>
      <w:sz w:val="18"/>
    </w:rPr>
  </w:style>
  <w:style w:type="character" w:customStyle="1" w:styleId="Kop8Char">
    <w:name w:val="Kop 8 Char"/>
    <w:basedOn w:val="Standaardalinea-lettertype"/>
    <w:link w:val="Kop8"/>
    <w:rsid w:val="00831BF4"/>
    <w:rPr>
      <w:rFonts w:ascii="Verdana" w:hAnsi="Verdana"/>
      <w:iCs/>
      <w:sz w:val="18"/>
    </w:rPr>
  </w:style>
  <w:style w:type="character" w:customStyle="1" w:styleId="Kop9Char">
    <w:name w:val="Kop 9 Char"/>
    <w:basedOn w:val="Standaardalinea-lettertype"/>
    <w:link w:val="Kop9"/>
    <w:rsid w:val="00831BF4"/>
    <w:rPr>
      <w:rFonts w:ascii="Verdana" w:hAnsi="Verdana" w:cs="Arial"/>
      <w:sz w:val="18"/>
      <w:szCs w:val="22"/>
    </w:rPr>
  </w:style>
  <w:style w:type="paragraph" w:customStyle="1" w:styleId="RAankruisvak-leeg">
    <w:name w:val="R_Aankruisvak-leeg"/>
    <w:basedOn w:val="Standaard"/>
    <w:rsid w:val="00831BF4"/>
    <w:pPr>
      <w:numPr>
        <w:numId w:val="24"/>
      </w:numPr>
    </w:pPr>
  </w:style>
  <w:style w:type="paragraph" w:customStyle="1" w:styleId="RAankruisvak-vinkje">
    <w:name w:val="R_Aankruisvak-vinkje"/>
    <w:basedOn w:val="Standaard"/>
    <w:rsid w:val="00831BF4"/>
    <w:pPr>
      <w:numPr>
        <w:numId w:val="25"/>
      </w:numPr>
    </w:pPr>
  </w:style>
  <w:style w:type="paragraph" w:customStyle="1" w:styleId="RAfzend-invulling">
    <w:name w:val="R_Afzend-invulling"/>
    <w:basedOn w:val="Standaard"/>
    <w:next w:val="Standaard"/>
    <w:rsid w:val="00831BF4"/>
    <w:pPr>
      <w:spacing w:line="180" w:lineRule="atLeast"/>
    </w:pPr>
    <w:rPr>
      <w:sz w:val="13"/>
    </w:rPr>
  </w:style>
  <w:style w:type="paragraph" w:customStyle="1" w:styleId="RAfzend-kopje">
    <w:name w:val="R_Afzend-kopje"/>
    <w:basedOn w:val="Standaard"/>
    <w:next w:val="Standaard"/>
    <w:link w:val="RAfzend-kopjeChar"/>
    <w:rsid w:val="00831BF4"/>
    <w:pPr>
      <w:spacing w:line="180" w:lineRule="atLeast"/>
    </w:pPr>
    <w:rPr>
      <w:b/>
      <w:sz w:val="13"/>
    </w:rPr>
  </w:style>
  <w:style w:type="character" w:customStyle="1" w:styleId="RAfzend-kopjeChar">
    <w:name w:val="R_Afzend-kopje Char"/>
    <w:link w:val="RAfzend-kopje"/>
    <w:rsid w:val="00831BF4"/>
    <w:rPr>
      <w:rFonts w:ascii="Verdana" w:hAnsi="Verdana"/>
      <w:b/>
      <w:sz w:val="13"/>
    </w:rPr>
  </w:style>
  <w:style w:type="paragraph" w:customStyle="1" w:styleId="RAfzend-voorwaarden">
    <w:name w:val="R_Afzend-voorwaarden"/>
    <w:basedOn w:val="Standaard"/>
    <w:next w:val="Standaard"/>
    <w:rsid w:val="00831BF4"/>
    <w:pPr>
      <w:spacing w:line="180" w:lineRule="atLeast"/>
    </w:pPr>
    <w:rPr>
      <w:i/>
      <w:sz w:val="13"/>
    </w:rPr>
  </w:style>
  <w:style w:type="paragraph" w:customStyle="1" w:styleId="RAfzend-witregel-groot">
    <w:name w:val="R_Afzend-witregel-groot"/>
    <w:basedOn w:val="Standaard"/>
    <w:next w:val="Standaard"/>
    <w:rsid w:val="00831BF4"/>
    <w:pPr>
      <w:spacing w:line="270" w:lineRule="exact"/>
    </w:pPr>
  </w:style>
  <w:style w:type="paragraph" w:customStyle="1" w:styleId="RAfzend-witregel-klein">
    <w:name w:val="R_Afzend-witregel-klein"/>
    <w:basedOn w:val="Standaard"/>
    <w:next w:val="Standaard"/>
    <w:rsid w:val="00831BF4"/>
    <w:pPr>
      <w:spacing w:line="90" w:lineRule="exact"/>
    </w:pPr>
    <w:rPr>
      <w:sz w:val="6"/>
    </w:rPr>
  </w:style>
  <w:style w:type="paragraph" w:customStyle="1" w:styleId="RAlineakop">
    <w:name w:val="R_Alineakop"/>
    <w:basedOn w:val="Standaard"/>
    <w:next w:val="Standaard"/>
    <w:rsid w:val="00831BF4"/>
    <w:pPr>
      <w:keepNext/>
    </w:pPr>
    <w:rPr>
      <w:b/>
    </w:rPr>
  </w:style>
  <w:style w:type="paragraph" w:customStyle="1" w:styleId="RBestelcode">
    <w:name w:val="R_Bestelcode"/>
    <w:basedOn w:val="Standaard"/>
    <w:next w:val="Standaard"/>
    <w:rsid w:val="00831BF4"/>
    <w:pPr>
      <w:spacing w:line="160" w:lineRule="atLeast"/>
    </w:pPr>
    <w:rPr>
      <w:sz w:val="10"/>
    </w:rPr>
  </w:style>
  <w:style w:type="paragraph" w:customStyle="1" w:styleId="RHoofdstuk-ongenummerd">
    <w:name w:val="R_Hoofdstuk-ongenummerd"/>
    <w:basedOn w:val="Standaard"/>
    <w:next w:val="Standaard"/>
    <w:rsid w:val="00831BF4"/>
    <w:pPr>
      <w:spacing w:line="300" w:lineRule="atLeast"/>
    </w:pPr>
    <w:rPr>
      <w:sz w:val="24"/>
    </w:rPr>
  </w:style>
  <w:style w:type="paragraph" w:customStyle="1" w:styleId="RLijn-onder">
    <w:name w:val="R_Lijn-onder"/>
    <w:basedOn w:val="Standaard"/>
    <w:rsid w:val="00831BF4"/>
    <w:pPr>
      <w:pBdr>
        <w:bottom w:val="single" w:sz="6" w:space="1" w:color="auto"/>
      </w:pBdr>
    </w:pPr>
    <w:rPr>
      <w:lang w:val="en-US"/>
    </w:rPr>
  </w:style>
  <w:style w:type="paragraph" w:customStyle="1" w:styleId="ROpsomming-bolletjes">
    <w:name w:val="R_Opsomming-bolletjes"/>
    <w:basedOn w:val="Standaard"/>
    <w:rsid w:val="00831BF4"/>
    <w:pPr>
      <w:numPr>
        <w:numId w:val="26"/>
      </w:numPr>
    </w:pPr>
  </w:style>
  <w:style w:type="paragraph" w:customStyle="1" w:styleId="ROpsomming-bolletjes-klein">
    <w:name w:val="R_Opsomming-bolletjes-klein"/>
    <w:basedOn w:val="Standaard"/>
    <w:rsid w:val="00831BF4"/>
    <w:pPr>
      <w:numPr>
        <w:numId w:val="27"/>
      </w:numPr>
      <w:spacing w:line="180" w:lineRule="atLeast"/>
    </w:pPr>
    <w:rPr>
      <w:sz w:val="13"/>
      <w:szCs w:val="18"/>
    </w:rPr>
  </w:style>
  <w:style w:type="paragraph" w:customStyle="1" w:styleId="ROpsomming-bullets">
    <w:name w:val="R_Opsomming-bullets"/>
    <w:basedOn w:val="Standaard"/>
    <w:rsid w:val="00831BF4"/>
    <w:pPr>
      <w:numPr>
        <w:numId w:val="28"/>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831BF4"/>
    <w:pPr>
      <w:numPr>
        <w:numId w:val="29"/>
      </w:numPr>
    </w:pPr>
  </w:style>
  <w:style w:type="paragraph" w:customStyle="1" w:styleId="ROpsomming-genummerd">
    <w:name w:val="R_Opsomming-genummerd"/>
    <w:basedOn w:val="Standaard"/>
    <w:rsid w:val="00831BF4"/>
    <w:pPr>
      <w:numPr>
        <w:numId w:val="30"/>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831BF4"/>
    <w:pPr>
      <w:numPr>
        <w:numId w:val="31"/>
      </w:numPr>
    </w:pPr>
  </w:style>
  <w:style w:type="paragraph" w:customStyle="1" w:styleId="RPaginanummer">
    <w:name w:val="R_Paginanummer"/>
    <w:basedOn w:val="RAfzend-invulling"/>
    <w:next w:val="Standaard"/>
    <w:rsid w:val="00831BF4"/>
  </w:style>
  <w:style w:type="paragraph" w:customStyle="1" w:styleId="RReferenties">
    <w:name w:val="R_Referenties"/>
    <w:basedOn w:val="Standaard"/>
    <w:next w:val="Standaard"/>
    <w:rsid w:val="00831BF4"/>
    <w:rPr>
      <w:szCs w:val="18"/>
    </w:rPr>
  </w:style>
  <w:style w:type="paragraph" w:customStyle="1" w:styleId="RRetouradres">
    <w:name w:val="R_Retouradres"/>
    <w:basedOn w:val="RAfzend-invulling"/>
    <w:next w:val="Standaard"/>
    <w:rsid w:val="00831BF4"/>
  </w:style>
  <w:style w:type="paragraph" w:customStyle="1" w:styleId="RRubricering">
    <w:name w:val="R_Rubricering"/>
    <w:basedOn w:val="Standaard"/>
    <w:next w:val="Standaard"/>
    <w:link w:val="RRubriceringChar"/>
    <w:rsid w:val="00831BF4"/>
    <w:pPr>
      <w:spacing w:line="240" w:lineRule="exact"/>
    </w:pPr>
    <w:rPr>
      <w:b/>
      <w:caps/>
      <w:sz w:val="13"/>
    </w:rPr>
  </w:style>
  <w:style w:type="character" w:customStyle="1" w:styleId="RRubriceringChar">
    <w:name w:val="R_Rubricering Char"/>
    <w:link w:val="RRubricering"/>
    <w:rsid w:val="00831BF4"/>
    <w:rPr>
      <w:rFonts w:ascii="Verdana" w:hAnsi="Verdana"/>
      <w:b/>
      <w:caps/>
      <w:sz w:val="13"/>
    </w:rPr>
  </w:style>
  <w:style w:type="paragraph" w:customStyle="1" w:styleId="RTabelkop">
    <w:name w:val="R_Tabelkop"/>
    <w:basedOn w:val="Standaard"/>
    <w:rsid w:val="00831BF4"/>
    <w:rPr>
      <w:b/>
      <w:sz w:val="14"/>
    </w:rPr>
  </w:style>
  <w:style w:type="paragraph" w:customStyle="1" w:styleId="RTabeltekst">
    <w:name w:val="R_Tabeltekst"/>
    <w:basedOn w:val="Standaard"/>
    <w:rsid w:val="00831BF4"/>
    <w:rPr>
      <w:sz w:val="14"/>
    </w:rPr>
  </w:style>
  <w:style w:type="paragraph" w:customStyle="1" w:styleId="RTitel">
    <w:name w:val="R_Titel"/>
    <w:basedOn w:val="Standaard"/>
    <w:next w:val="Standaard"/>
    <w:rsid w:val="00831BF4"/>
    <w:pPr>
      <w:keepNext/>
      <w:spacing w:line="300" w:lineRule="atLeast"/>
    </w:pPr>
    <w:rPr>
      <w:b/>
      <w:sz w:val="24"/>
    </w:rPr>
  </w:style>
  <w:style w:type="paragraph" w:customStyle="1" w:styleId="RToezendgegevens">
    <w:name w:val="R_Toezendgegevens"/>
    <w:basedOn w:val="Standaard"/>
    <w:next w:val="Standaard"/>
    <w:rsid w:val="00831BF4"/>
    <w:rPr>
      <w:szCs w:val="18"/>
    </w:rPr>
  </w:style>
  <w:style w:type="character" w:customStyle="1" w:styleId="RVoetnootmarkering">
    <w:name w:val="R_Voetnootmarkering"/>
    <w:rsid w:val="00831BF4"/>
    <w:rPr>
      <w:rFonts w:ascii="Verdana" w:hAnsi="Verdana"/>
      <w:position w:val="4"/>
      <w:sz w:val="13"/>
    </w:rPr>
  </w:style>
  <w:style w:type="paragraph" w:customStyle="1" w:styleId="RVoetnoottekst">
    <w:name w:val="R_Voetnoottekst"/>
    <w:basedOn w:val="Standaard"/>
    <w:next w:val="Standaard"/>
    <w:rsid w:val="00831BF4"/>
    <w:pPr>
      <w:spacing w:line="180" w:lineRule="atLeast"/>
      <w:ind w:left="227" w:hanging="227"/>
    </w:pPr>
    <w:rPr>
      <w:sz w:val="13"/>
    </w:rPr>
  </w:style>
  <w:style w:type="paragraph" w:customStyle="1" w:styleId="RHSformuliernaam">
    <w:name w:val="RHS formuliernaam"/>
    <w:basedOn w:val="Standaard"/>
    <w:next w:val="Standaard"/>
    <w:rsid w:val="00831BF4"/>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831BF4"/>
    <w:pPr>
      <w:keepLines/>
      <w:spacing w:line="240" w:lineRule="atLeast"/>
    </w:pPr>
    <w:rPr>
      <w:rFonts w:ascii="Verdana" w:hAnsi="Verdana"/>
      <w:b/>
      <w:sz w:val="18"/>
      <w:szCs w:val="18"/>
    </w:rPr>
  </w:style>
  <w:style w:type="paragraph" w:customStyle="1" w:styleId="RHSgroot-italic">
    <w:name w:val="RHS groot - italic"/>
    <w:link w:val="RHSgroot-italicChar"/>
    <w:rsid w:val="00831BF4"/>
    <w:pPr>
      <w:keepLines/>
      <w:spacing w:line="240" w:lineRule="atLeast"/>
    </w:pPr>
    <w:rPr>
      <w:rFonts w:ascii="Verdana" w:hAnsi="Verdana"/>
      <w:i/>
      <w:sz w:val="18"/>
      <w:szCs w:val="18"/>
    </w:rPr>
  </w:style>
  <w:style w:type="paragraph" w:customStyle="1" w:styleId="RHSgroot-regular">
    <w:name w:val="RHS groot - regular"/>
    <w:link w:val="RHSgroot-regularChar"/>
    <w:rsid w:val="00831BF4"/>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831BF4"/>
    <w:pPr>
      <w:keepLines/>
      <w:spacing w:line="270" w:lineRule="exact"/>
    </w:pPr>
    <w:rPr>
      <w:rFonts w:ascii="Verdana" w:hAnsi="Verdana"/>
      <w:sz w:val="27"/>
      <w:szCs w:val="18"/>
    </w:rPr>
  </w:style>
  <w:style w:type="paragraph" w:customStyle="1" w:styleId="RHSklein-bold">
    <w:name w:val="RHS klein - bold"/>
    <w:link w:val="RHSklein-boldChar"/>
    <w:rsid w:val="00831BF4"/>
    <w:pPr>
      <w:keepLines/>
      <w:spacing w:line="180" w:lineRule="atLeast"/>
    </w:pPr>
    <w:rPr>
      <w:rFonts w:ascii="Verdana" w:hAnsi="Verdana"/>
      <w:b/>
      <w:sz w:val="13"/>
      <w:szCs w:val="13"/>
    </w:rPr>
  </w:style>
  <w:style w:type="paragraph" w:customStyle="1" w:styleId="RHSklein-italic">
    <w:name w:val="RHS klein - italic"/>
    <w:link w:val="RHSklein-italicChar"/>
    <w:rsid w:val="00831BF4"/>
    <w:pPr>
      <w:keepLines/>
      <w:spacing w:line="180" w:lineRule="atLeast"/>
    </w:pPr>
    <w:rPr>
      <w:rFonts w:ascii="Verdana" w:hAnsi="Verdana"/>
      <w:i/>
      <w:sz w:val="13"/>
      <w:szCs w:val="13"/>
    </w:rPr>
  </w:style>
  <w:style w:type="paragraph" w:customStyle="1" w:styleId="RHSklein-regular">
    <w:name w:val="RHS klein - regular"/>
    <w:link w:val="RHSklein-regularChar"/>
    <w:rsid w:val="00831BF4"/>
    <w:pPr>
      <w:keepLines/>
      <w:spacing w:line="180" w:lineRule="atLeast"/>
    </w:pPr>
    <w:rPr>
      <w:rFonts w:ascii="Verdana" w:hAnsi="Verdana"/>
      <w:sz w:val="13"/>
      <w:szCs w:val="13"/>
    </w:rPr>
  </w:style>
  <w:style w:type="paragraph" w:customStyle="1" w:styleId="RHSklein-W1">
    <w:name w:val="RHS klein - W1"/>
    <w:rsid w:val="00831BF4"/>
    <w:pPr>
      <w:keepLines/>
      <w:spacing w:line="90" w:lineRule="exact"/>
    </w:pPr>
    <w:rPr>
      <w:rFonts w:ascii="Verdana" w:hAnsi="Verdana"/>
      <w:sz w:val="9"/>
      <w:szCs w:val="9"/>
    </w:rPr>
  </w:style>
  <w:style w:type="table" w:styleId="Tabelraster">
    <w:name w:val="Table Grid"/>
    <w:basedOn w:val="Standaardtabel"/>
    <w:rsid w:val="00831BF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831BF4"/>
    <w:rPr>
      <w:rFonts w:ascii="Verdana" w:hAnsi="Verdana"/>
      <w:position w:val="0"/>
      <w:sz w:val="20"/>
      <w:vertAlign w:val="superscript"/>
    </w:rPr>
  </w:style>
  <w:style w:type="paragraph" w:customStyle="1" w:styleId="RHStabel-koppen">
    <w:name w:val="RHS tabel - koppen"/>
    <w:basedOn w:val="Standaard"/>
    <w:link w:val="RHStabel-koppenChar"/>
    <w:rsid w:val="00831BF4"/>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831BF4"/>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831BF4"/>
    <w:rPr>
      <w:rFonts w:ascii="Verdana" w:hAnsi="Verdana"/>
      <w:b/>
      <w:sz w:val="18"/>
      <w:szCs w:val="18"/>
    </w:rPr>
  </w:style>
  <w:style w:type="character" w:customStyle="1" w:styleId="RHSgroot-italicChar">
    <w:name w:val="RHS groot - italic Char"/>
    <w:link w:val="RHSgroot-italic"/>
    <w:rsid w:val="00831BF4"/>
    <w:rPr>
      <w:rFonts w:ascii="Verdana" w:hAnsi="Verdana"/>
      <w:i/>
      <w:sz w:val="18"/>
      <w:szCs w:val="18"/>
    </w:rPr>
  </w:style>
  <w:style w:type="character" w:customStyle="1" w:styleId="RHSgroot-regularChar">
    <w:name w:val="RHS groot - regular Char"/>
    <w:link w:val="RHSgroot-regular"/>
    <w:rsid w:val="00831BF4"/>
    <w:rPr>
      <w:rFonts w:ascii="Verdana" w:hAnsi="Verdana"/>
      <w:sz w:val="18"/>
      <w:szCs w:val="18"/>
    </w:rPr>
  </w:style>
  <w:style w:type="character" w:customStyle="1" w:styleId="RHSklein-boldChar">
    <w:name w:val="RHS klein - bold Char"/>
    <w:link w:val="RHSklein-bold"/>
    <w:rsid w:val="00831BF4"/>
    <w:rPr>
      <w:rFonts w:ascii="Verdana" w:hAnsi="Verdana"/>
      <w:b/>
      <w:sz w:val="13"/>
      <w:szCs w:val="13"/>
    </w:rPr>
  </w:style>
  <w:style w:type="character" w:customStyle="1" w:styleId="RHSklein-italicChar">
    <w:name w:val="RHS klein - italic Char"/>
    <w:link w:val="RHSklein-italic"/>
    <w:rsid w:val="00831BF4"/>
    <w:rPr>
      <w:rFonts w:ascii="Verdana" w:hAnsi="Verdana"/>
      <w:i/>
      <w:sz w:val="13"/>
      <w:szCs w:val="13"/>
    </w:rPr>
  </w:style>
  <w:style w:type="character" w:customStyle="1" w:styleId="RHSklein-regularChar">
    <w:name w:val="RHS klein - regular Char"/>
    <w:link w:val="RHSklein-regular"/>
    <w:rsid w:val="00831BF4"/>
    <w:rPr>
      <w:rFonts w:ascii="Verdana" w:hAnsi="Verdana"/>
      <w:sz w:val="13"/>
      <w:szCs w:val="13"/>
    </w:rPr>
  </w:style>
  <w:style w:type="character" w:customStyle="1" w:styleId="RHStabel-koppenChar">
    <w:name w:val="RHS tabel - koppen Char"/>
    <w:link w:val="RHStabel-koppen"/>
    <w:rsid w:val="00831BF4"/>
    <w:rPr>
      <w:rFonts w:ascii="Verdana" w:hAnsi="Verdana"/>
      <w:b/>
      <w:sz w:val="14"/>
      <w:szCs w:val="14"/>
    </w:rPr>
  </w:style>
  <w:style w:type="character" w:customStyle="1" w:styleId="RHStabel-tekstChar">
    <w:name w:val="RHS tabel - tekst Char"/>
    <w:link w:val="RHStabel-tekst"/>
    <w:rsid w:val="00831BF4"/>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12AB72EF2C1B544A91B179687A0DB39D" ma:contentTypeVersion="173" ma:contentTypeDescription="Content type for CT MeetInstrument" ma:contentTypeScope="" ma:versionID="196164156b18df7ef646759715f8bffa">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2011-12-31T23:00:00+00:00</Ontwikkeldatum>
    <Notities xmlns="fd2069cc-00ae-4f60-8ff8-57f81a5b98cd" xsi:nil="true"/>
    <Anders xmlns="http://schemas.microsoft.com/sharepoint/v3">&lt;div&gt;&lt;/div&gt;</Anders>
    <MeetinstrumentType xmlns="http://schemas.microsoft.com/sharepoint/v3">Overige</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5825047C-6938-467A-8C0D-278D0A514467}">
  <ds:schemaRefs>
    <ds:schemaRef ds:uri="http://schemas.microsoft.com/office/2006/metadata/longProperties"/>
  </ds:schemaRefs>
</ds:datastoreItem>
</file>

<file path=customXml/itemProps2.xml><?xml version="1.0" encoding="utf-8"?>
<ds:datastoreItem xmlns:ds="http://schemas.openxmlformats.org/officeDocument/2006/customXml" ds:itemID="{F2B5ECAD-7432-459B-8D79-DCE0B13D4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1788C4-F3A4-41D3-9F8E-8A0B6605C467}">
  <ds:schemaRefs>
    <ds:schemaRef ds:uri="http://schemas.microsoft.com/sharepoint/v3/contenttype/forms"/>
  </ds:schemaRefs>
</ds:datastoreItem>
</file>

<file path=customXml/itemProps4.xml><?xml version="1.0" encoding="utf-8"?>
<ds:datastoreItem xmlns:ds="http://schemas.openxmlformats.org/officeDocument/2006/customXml" ds:itemID="{634F8BFF-62A7-47CA-8156-BCD83B98E44C}">
  <ds:schemaRefs>
    <ds:schemaRef ds:uri="Microsoft.SharePoint.Taxonomy.ContentTypeSync"/>
  </ds:schemaRefs>
</ds:datastoreItem>
</file>

<file path=customXml/itemProps5.xml><?xml version="1.0" encoding="utf-8"?>
<ds:datastoreItem xmlns:ds="http://schemas.openxmlformats.org/officeDocument/2006/customXml" ds:itemID="{6AB92594-9057-4593-B015-FA784056F8F6}">
  <ds:schemaRefs>
    <ds:schemaRef ds:uri="http://schemas.microsoft.com/office/infopath/2007/PartnerControls"/>
    <ds:schemaRef ds:uri="http://purl.org/dc/terms/"/>
    <ds:schemaRef ds:uri="http://purl.org/dc/elements/1.1/"/>
    <ds:schemaRef ds:uri="http://schemas.microsoft.com/office/2006/documentManagement/types"/>
    <ds:schemaRef ds:uri="fd2069cc-00ae-4f60-8ff8-57f81a5b98cd"/>
    <ds:schemaRef ds:uri="http://purl.org/dc/dcmitype/"/>
    <ds:schemaRef ds:uri="http://schemas.openxmlformats.org/package/2006/metadata/core-properties"/>
    <ds:schemaRef ds:uri="http://schemas.microsoft.com/sharepoint/v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56A56D87.dotm</Template>
  <TotalTime>0</TotalTime>
  <Pages>1</Pages>
  <Words>173</Words>
  <Characters>953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Toestemmingsformulier (vraaggesprek palliatieve zorg)</vt:lpstr>
    </vt:vector>
  </TitlesOfParts>
  <Company>Nivel</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Toestemmingsformulier (vraaggesprek palliatieve zorg)</dc:title>
  <dc:subject/>
  <dc:creator>user118</dc:creator>
  <cp:keywords/>
  <dc:description/>
  <cp:lastModifiedBy>Rijk, mw. J. de</cp:lastModifiedBy>
  <cp:revision>2</cp:revision>
  <dcterms:created xsi:type="dcterms:W3CDTF">2019-03-22T15:41:00Z</dcterms:created>
  <dcterms:modified xsi:type="dcterms:W3CDTF">2019-03-22T15:41:00Z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